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5317C" w:rsidR="006E5D65" w:rsidP="0066401A" w:rsidRDefault="00997F14" w14:paraId="47740158" w14:textId="77777777">
      <w:pPr>
        <w:pStyle w:val="Bezodstpw"/>
      </w:pPr>
      <w:r w:rsidRPr="5BFFDEC0" w:rsidR="00997F14">
        <w:rPr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>
        <w:rPr/>
        <w:t xml:space="preserve">Załącznik nr </w:t>
      </w:r>
      <w:r w:rsidR="006F31E2">
        <w:rPr/>
        <w:t>1.5</w:t>
      </w:r>
      <w:r w:rsidR="00D8678B">
        <w:rPr/>
        <w:t xml:space="preserve"> do Zarządzenia</w:t>
      </w:r>
      <w:r w:rsidR="002A22BF">
        <w:rPr/>
        <w:t xml:space="preserve"> Rektora UR </w:t>
      </w:r>
      <w:r w:rsidR="00CD6897">
        <w:rPr/>
        <w:t xml:space="preserve"> nr </w:t>
      </w:r>
      <w:r w:rsidR="00F17567">
        <w:rPr/>
        <w:t>12/2019</w:t>
      </w:r>
    </w:p>
    <w:p w:rsidR="5BFFDEC0" w:rsidP="5BFFDEC0" w:rsidRDefault="5BFFDEC0" w14:paraId="0E9D9375" w14:textId="6B50AC35">
      <w:pPr>
        <w:spacing w:after="0" w:line="240" w:lineRule="auto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</w:p>
    <w:p w:rsidRPr="0045317C" w:rsidR="0085747A" w:rsidP="009C54AE" w:rsidRDefault="0085747A" w14:paraId="48647A24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5317C">
        <w:rPr>
          <w:rFonts w:ascii="Corbel" w:hAnsi="Corbel"/>
          <w:b/>
          <w:smallCaps/>
          <w:sz w:val="24"/>
          <w:szCs w:val="24"/>
        </w:rPr>
        <w:t>SYLABUS</w:t>
      </w:r>
    </w:p>
    <w:p w:rsidRPr="0045317C" w:rsidR="0085747A" w:rsidP="00EA4832" w:rsidRDefault="0071620A" w14:paraId="51AE91E4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5317C">
        <w:rPr>
          <w:rFonts w:ascii="Corbel" w:hAnsi="Corbel"/>
          <w:b/>
          <w:smallCaps/>
          <w:sz w:val="24"/>
          <w:szCs w:val="24"/>
        </w:rPr>
        <w:t>dotyczy cyklu kształcenia</w:t>
      </w:r>
      <w:r w:rsidRPr="0045317C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2769C3">
        <w:rPr>
          <w:rFonts w:ascii="Corbel" w:hAnsi="Corbel"/>
          <w:b/>
          <w:smallCaps/>
          <w:sz w:val="24"/>
          <w:szCs w:val="24"/>
        </w:rPr>
        <w:t>202</w:t>
      </w:r>
      <w:r w:rsidR="00410A0C">
        <w:rPr>
          <w:rFonts w:ascii="Corbel" w:hAnsi="Corbel"/>
          <w:b/>
          <w:smallCaps/>
          <w:sz w:val="24"/>
          <w:szCs w:val="24"/>
        </w:rPr>
        <w:t>2</w:t>
      </w:r>
      <w:r w:rsidR="002769C3">
        <w:rPr>
          <w:rFonts w:ascii="Corbel" w:hAnsi="Corbel"/>
          <w:b/>
          <w:smallCaps/>
          <w:sz w:val="24"/>
          <w:szCs w:val="24"/>
        </w:rPr>
        <w:t>/202</w:t>
      </w:r>
      <w:r w:rsidR="00410A0C">
        <w:rPr>
          <w:rFonts w:ascii="Corbel" w:hAnsi="Corbel"/>
          <w:b/>
          <w:smallCaps/>
          <w:sz w:val="24"/>
          <w:szCs w:val="24"/>
        </w:rPr>
        <w:t>3</w:t>
      </w:r>
      <w:r w:rsidR="002769C3">
        <w:rPr>
          <w:rFonts w:ascii="Corbel" w:hAnsi="Corbel"/>
          <w:b/>
          <w:smallCaps/>
          <w:sz w:val="24"/>
          <w:szCs w:val="24"/>
        </w:rPr>
        <w:t>-202</w:t>
      </w:r>
      <w:r w:rsidR="00410A0C">
        <w:rPr>
          <w:rFonts w:ascii="Corbel" w:hAnsi="Corbel"/>
          <w:b/>
          <w:smallCaps/>
          <w:sz w:val="24"/>
          <w:szCs w:val="24"/>
        </w:rPr>
        <w:t>4</w:t>
      </w:r>
      <w:r w:rsidR="00132F2C">
        <w:rPr>
          <w:rFonts w:ascii="Corbel" w:hAnsi="Corbel"/>
          <w:b/>
          <w:smallCaps/>
          <w:sz w:val="24"/>
          <w:szCs w:val="24"/>
        </w:rPr>
        <w:t>/</w:t>
      </w:r>
      <w:r w:rsidR="002769C3">
        <w:rPr>
          <w:rFonts w:ascii="Corbel" w:hAnsi="Corbel"/>
          <w:b/>
          <w:smallCaps/>
          <w:sz w:val="24"/>
          <w:szCs w:val="24"/>
        </w:rPr>
        <w:t>202</w:t>
      </w:r>
      <w:r w:rsidR="00410A0C">
        <w:rPr>
          <w:rFonts w:ascii="Corbel" w:hAnsi="Corbel"/>
          <w:b/>
          <w:smallCaps/>
          <w:sz w:val="24"/>
          <w:szCs w:val="24"/>
        </w:rPr>
        <w:t>5</w:t>
      </w:r>
    </w:p>
    <w:p w:rsidRPr="0045317C" w:rsidR="0085747A" w:rsidP="00EA4832" w:rsidRDefault="00EA4832" w14:paraId="311FB75D" w14:textId="3DCD610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5BFFDEC0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5BFFDEC0" w:rsidR="0085747A">
        <w:rPr>
          <w:rFonts w:ascii="Corbel" w:hAnsi="Corbel"/>
          <w:i w:val="1"/>
          <w:iCs w:val="1"/>
          <w:sz w:val="24"/>
          <w:szCs w:val="24"/>
        </w:rPr>
        <w:t>(skrajne daty</w:t>
      </w:r>
      <w:r w:rsidRPr="5BFFDEC0" w:rsidR="0085747A">
        <w:rPr>
          <w:rFonts w:ascii="Corbel" w:hAnsi="Corbel"/>
          <w:sz w:val="24"/>
          <w:szCs w:val="24"/>
        </w:rPr>
        <w:t>)</w:t>
      </w:r>
    </w:p>
    <w:p w:rsidRPr="0045317C" w:rsidR="00445970" w:rsidP="00EA4832" w:rsidRDefault="00445970" w14:paraId="28CA34F7" w14:textId="422A1FA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5317C">
        <w:rPr>
          <w:rFonts w:ascii="Corbel" w:hAnsi="Corbel"/>
          <w:sz w:val="24"/>
          <w:szCs w:val="24"/>
        </w:rPr>
        <w:tab/>
      </w:r>
      <w:r w:rsidRPr="0045317C">
        <w:rPr>
          <w:rFonts w:ascii="Corbel" w:hAnsi="Corbel"/>
          <w:sz w:val="24"/>
          <w:szCs w:val="24"/>
        </w:rPr>
        <w:tab/>
      </w:r>
      <w:r w:rsidRPr="0045317C">
        <w:rPr>
          <w:rFonts w:ascii="Corbel" w:hAnsi="Corbel"/>
          <w:sz w:val="24"/>
          <w:szCs w:val="24"/>
        </w:rPr>
        <w:tab/>
      </w:r>
      <w:r w:rsidRPr="0045317C">
        <w:rPr>
          <w:rFonts w:ascii="Corbel" w:hAnsi="Corbel"/>
          <w:sz w:val="24"/>
          <w:szCs w:val="24"/>
        </w:rPr>
        <w:tab/>
      </w:r>
      <w:r w:rsidRPr="0045317C" w:rsidR="00445970">
        <w:rPr>
          <w:rFonts w:ascii="Corbel" w:hAnsi="Corbel"/>
          <w:sz w:val="24"/>
          <w:szCs w:val="24"/>
        </w:rPr>
        <w:t xml:space="preserve">Rok </w:t>
      </w:r>
      <w:r w:rsidRPr="0045317C" w:rsidR="00445970">
        <w:rPr>
          <w:rFonts w:ascii="Corbel" w:hAnsi="Corbel"/>
          <w:sz w:val="24"/>
          <w:szCs w:val="24"/>
        </w:rPr>
        <w:t xml:space="preserve">akademicki </w:t>
      </w:r>
      <w:r w:rsidRPr="00410A0C" w:rsidR="00A236F7">
        <w:rPr>
          <w:rFonts w:ascii="Corbel" w:hAnsi="Corbel"/>
          <w:sz w:val="24"/>
          <w:szCs w:val="24"/>
        </w:rPr>
        <w:t>202</w:t>
      </w:r>
      <w:r w:rsidR="0066401A">
        <w:rPr>
          <w:rFonts w:ascii="Corbel" w:hAnsi="Corbel"/>
          <w:sz w:val="24"/>
          <w:szCs w:val="24"/>
        </w:rPr>
        <w:t>3</w:t>
      </w:r>
      <w:r w:rsidRPr="00410A0C" w:rsidR="00A236F7">
        <w:rPr>
          <w:rFonts w:ascii="Corbel" w:hAnsi="Corbel"/>
          <w:sz w:val="24"/>
          <w:szCs w:val="24"/>
        </w:rPr>
        <w:t>/202</w:t>
      </w:r>
      <w:r w:rsidR="0066401A">
        <w:rPr>
          <w:rFonts w:ascii="Corbel" w:hAnsi="Corbel"/>
          <w:sz w:val="24"/>
          <w:szCs w:val="24"/>
        </w:rPr>
        <w:t>4</w:t>
      </w:r>
    </w:p>
    <w:p w:rsidRPr="0045317C" w:rsidR="0085747A" w:rsidP="009C54AE" w:rsidRDefault="0085747A" w14:paraId="705EBAD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45317C" w:rsidR="0085747A" w:rsidP="009C54AE" w:rsidRDefault="0071620A" w14:paraId="7D321B59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5317C">
        <w:rPr>
          <w:rFonts w:ascii="Corbel" w:hAnsi="Corbel"/>
          <w:szCs w:val="24"/>
        </w:rPr>
        <w:t xml:space="preserve">1. </w:t>
      </w:r>
      <w:r w:rsidRPr="0045317C" w:rsidR="0085747A">
        <w:rPr>
          <w:rFonts w:ascii="Corbel" w:hAnsi="Corbel"/>
          <w:szCs w:val="24"/>
        </w:rPr>
        <w:t xml:space="preserve">Podstawowe </w:t>
      </w:r>
      <w:r w:rsidRPr="0045317C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45317C" w:rsidR="0085747A" w:rsidTr="5BFFDEC0" w14:paraId="54493D8E" w14:textId="77777777">
        <w:tc>
          <w:tcPr>
            <w:tcW w:w="2694" w:type="dxa"/>
            <w:tcMar/>
            <w:vAlign w:val="center"/>
          </w:tcPr>
          <w:p w:rsidRPr="0045317C" w:rsidR="0085747A" w:rsidP="009C54AE" w:rsidRDefault="00C05F44" w14:paraId="0650185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45317C" w:rsidR="0085747A" w:rsidP="5BFFDEC0" w:rsidRDefault="00C462E7" w14:paraId="49C2E147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5BFFDEC0" w:rsidR="4F29A623">
              <w:rPr>
                <w:rFonts w:ascii="Corbel" w:hAnsi="Corbel"/>
                <w:b w:val="1"/>
                <w:bCs w:val="1"/>
                <w:sz w:val="24"/>
                <w:szCs w:val="24"/>
              </w:rPr>
              <w:t>Techniki organizatorskie i decyzyjne</w:t>
            </w:r>
          </w:p>
        </w:tc>
      </w:tr>
      <w:tr w:rsidRPr="0045317C" w:rsidR="0085747A" w:rsidTr="5BFFDEC0" w14:paraId="1D9028AD" w14:textId="77777777">
        <w:tc>
          <w:tcPr>
            <w:tcW w:w="2694" w:type="dxa"/>
            <w:tcMar/>
            <w:vAlign w:val="center"/>
          </w:tcPr>
          <w:p w:rsidRPr="0045317C" w:rsidR="0085747A" w:rsidP="009C54AE" w:rsidRDefault="00C05F44" w14:paraId="18CB457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Kod przedmiotu</w:t>
            </w:r>
            <w:r w:rsidRPr="0045317C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410A0C" w:rsidR="0085747A" w:rsidP="009C54AE" w:rsidRDefault="00A236F7" w14:paraId="493551C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A0C">
              <w:rPr>
                <w:rFonts w:ascii="Corbel" w:hAnsi="Corbel"/>
                <w:b w:val="0"/>
                <w:sz w:val="24"/>
                <w:szCs w:val="24"/>
              </w:rPr>
              <w:t>ASO 29</w:t>
            </w:r>
          </w:p>
        </w:tc>
      </w:tr>
      <w:tr w:rsidRPr="0045317C" w:rsidR="0085747A" w:rsidTr="5BFFDEC0" w14:paraId="34F0A817" w14:textId="77777777">
        <w:tc>
          <w:tcPr>
            <w:tcW w:w="2694" w:type="dxa"/>
            <w:tcMar/>
            <w:vAlign w:val="center"/>
          </w:tcPr>
          <w:p w:rsidRPr="0045317C" w:rsidR="0085747A" w:rsidP="00EA4832" w:rsidRDefault="0085747A" w14:paraId="3E752A59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nazwa</w:t>
            </w:r>
            <w:r w:rsidRPr="0045317C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45317C" w:rsidR="0085747A" w:rsidP="5BFFDEC0" w:rsidRDefault="008A09DB" w14:paraId="2FE66655" w14:textId="13068CE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BFFDEC0" w:rsidR="23B7A27A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5BFFDEC0" w:rsidR="0066401A">
              <w:rPr>
                <w:rFonts w:ascii="Corbel" w:hAnsi="Corbel"/>
                <w:b w:val="0"/>
                <w:bCs w:val="0"/>
                <w:sz w:val="24"/>
                <w:szCs w:val="24"/>
              </w:rPr>
              <w:t>,</w:t>
            </w:r>
            <w:r w:rsidRPr="5BFFDEC0" w:rsidR="00410A0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45317C" w:rsidR="00023842" w:rsidTr="5BFFDEC0" w14:paraId="57A24C51" w14:textId="77777777">
        <w:tc>
          <w:tcPr>
            <w:tcW w:w="2694" w:type="dxa"/>
            <w:tcMar/>
            <w:vAlign w:val="center"/>
          </w:tcPr>
          <w:p w:rsidRPr="0045317C" w:rsidR="00023842" w:rsidP="00023842" w:rsidRDefault="00023842" w14:paraId="0F6D52B3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</w:tcPr>
          <w:p w:rsidRPr="0045317C" w:rsidR="00023842" w:rsidP="5BFFDEC0" w:rsidRDefault="008A09DB" w14:paraId="700A566B" w14:textId="6958F25B">
            <w:pPr>
              <w:pStyle w:val="Normalny"/>
              <w:spacing w:after="0"/>
              <w:rPr>
                <w:rFonts w:ascii="Corbel" w:hAnsi="Corbel"/>
                <w:sz w:val="24"/>
                <w:szCs w:val="24"/>
              </w:rPr>
            </w:pPr>
            <w:r w:rsidRPr="5BFFDEC0" w:rsidR="3F49139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5BFFDEC0" w:rsidR="23B7A27A">
              <w:rPr>
                <w:rFonts w:ascii="Corbel" w:hAnsi="Corbel"/>
                <w:sz w:val="24"/>
                <w:szCs w:val="24"/>
              </w:rPr>
              <w:t xml:space="preserve">Zakład Nauki </w:t>
            </w:r>
            <w:r w:rsidRPr="5BFFDEC0" w:rsidR="6D90A6D6">
              <w:rPr>
                <w:rFonts w:ascii="Corbel" w:hAnsi="Corbel"/>
                <w:sz w:val="24"/>
                <w:szCs w:val="24"/>
              </w:rPr>
              <w:t xml:space="preserve">o </w:t>
            </w:r>
            <w:r w:rsidRPr="5BFFDEC0" w:rsidR="23B7A27A">
              <w:rPr>
                <w:rFonts w:ascii="Corbel" w:hAnsi="Corbel"/>
                <w:sz w:val="24"/>
                <w:szCs w:val="24"/>
              </w:rPr>
              <w:t xml:space="preserve">Administracji </w:t>
            </w:r>
          </w:p>
        </w:tc>
      </w:tr>
      <w:tr w:rsidRPr="0045317C" w:rsidR="00023842" w:rsidTr="5BFFDEC0" w14:paraId="21ACCF0F" w14:textId="77777777">
        <w:tc>
          <w:tcPr>
            <w:tcW w:w="2694" w:type="dxa"/>
            <w:tcMar/>
            <w:vAlign w:val="center"/>
          </w:tcPr>
          <w:p w:rsidRPr="0045317C" w:rsidR="00023842" w:rsidP="00023842" w:rsidRDefault="00023842" w14:paraId="0856AC9A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</w:tcPr>
          <w:p w:rsidRPr="0045317C" w:rsidR="00023842" w:rsidP="00023842" w:rsidRDefault="00023842" w14:paraId="00283603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 xml:space="preserve">Administracja </w:t>
            </w:r>
          </w:p>
        </w:tc>
      </w:tr>
      <w:tr w:rsidRPr="0045317C" w:rsidR="00023842" w:rsidTr="5BFFDEC0" w14:paraId="17851E11" w14:textId="77777777">
        <w:tc>
          <w:tcPr>
            <w:tcW w:w="2694" w:type="dxa"/>
            <w:tcMar/>
            <w:vAlign w:val="center"/>
          </w:tcPr>
          <w:p w:rsidRPr="0045317C" w:rsidR="00023842" w:rsidP="00023842" w:rsidRDefault="00023842" w14:paraId="7D902E3D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</w:tcPr>
          <w:p w:rsidRPr="0045317C" w:rsidR="00023842" w:rsidP="00023842" w:rsidRDefault="00023842" w14:paraId="1F4AE6C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Studia I stopnia</w:t>
            </w:r>
          </w:p>
        </w:tc>
      </w:tr>
      <w:tr w:rsidRPr="0045317C" w:rsidR="00023842" w:rsidTr="5BFFDEC0" w14:paraId="4C03F714" w14:textId="77777777">
        <w:tc>
          <w:tcPr>
            <w:tcW w:w="2694" w:type="dxa"/>
            <w:tcMar/>
            <w:vAlign w:val="center"/>
          </w:tcPr>
          <w:p w:rsidRPr="0045317C" w:rsidR="00023842" w:rsidP="00023842" w:rsidRDefault="00023842" w14:paraId="68DF329D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</w:tcPr>
          <w:p w:rsidRPr="0045317C" w:rsidR="00023842" w:rsidP="00023842" w:rsidRDefault="00410A0C" w14:paraId="55A592F7" w14:textId="1D57AF1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5BFFDEC0" w:rsidR="00410A0C">
              <w:rPr>
                <w:rFonts w:ascii="Corbel" w:hAnsi="Corbel"/>
                <w:sz w:val="24"/>
                <w:szCs w:val="24"/>
              </w:rPr>
              <w:t>Og</w:t>
            </w:r>
            <w:r w:rsidRPr="5BFFDEC0" w:rsidR="2916B63E">
              <w:rPr>
                <w:rFonts w:ascii="Corbel" w:hAnsi="Corbel"/>
                <w:sz w:val="24"/>
                <w:szCs w:val="24"/>
              </w:rPr>
              <w:t>ó</w:t>
            </w:r>
            <w:r w:rsidRPr="5BFFDEC0" w:rsidR="00410A0C">
              <w:rPr>
                <w:rFonts w:ascii="Corbel" w:hAnsi="Corbel"/>
                <w:sz w:val="24"/>
                <w:szCs w:val="24"/>
              </w:rPr>
              <w:t>lnoakademicki</w:t>
            </w:r>
          </w:p>
        </w:tc>
      </w:tr>
      <w:tr w:rsidRPr="0045317C" w:rsidR="00023842" w:rsidTr="5BFFDEC0" w14:paraId="3F35AB6D" w14:textId="77777777">
        <w:tc>
          <w:tcPr>
            <w:tcW w:w="2694" w:type="dxa"/>
            <w:tcMar/>
            <w:vAlign w:val="center"/>
          </w:tcPr>
          <w:p w:rsidRPr="0045317C" w:rsidR="00023842" w:rsidP="00023842" w:rsidRDefault="00023842" w14:paraId="4F2AA2F1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</w:tcPr>
          <w:p w:rsidRPr="0045317C" w:rsidR="00023842" w:rsidP="00023842" w:rsidRDefault="00DE6097" w14:paraId="31B9C7E0" w14:textId="601467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45317C" w:rsidR="00023842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Pr="0045317C" w:rsidR="00023842" w:rsidTr="5BFFDEC0" w14:paraId="70FCA579" w14:textId="77777777">
        <w:tc>
          <w:tcPr>
            <w:tcW w:w="2694" w:type="dxa"/>
            <w:tcMar/>
            <w:vAlign w:val="center"/>
          </w:tcPr>
          <w:p w:rsidRPr="0045317C" w:rsidR="00023842" w:rsidP="00023842" w:rsidRDefault="00023842" w14:paraId="08FE4047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</w:tcPr>
          <w:p w:rsidRPr="00410A0C" w:rsidR="00023842" w:rsidP="00023842" w:rsidRDefault="00661541" w14:paraId="1CF4A8CE" w14:textId="5024AEE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5BFFDEC0" w:rsidR="6FD7338A">
              <w:rPr>
                <w:rFonts w:ascii="Corbel" w:hAnsi="Corbel"/>
                <w:sz w:val="24"/>
                <w:szCs w:val="24"/>
              </w:rPr>
              <w:t>II</w:t>
            </w:r>
            <w:r w:rsidRPr="5BFFDEC0" w:rsidR="6134C182">
              <w:rPr>
                <w:rFonts w:ascii="Corbel" w:hAnsi="Corbel"/>
                <w:sz w:val="24"/>
                <w:szCs w:val="24"/>
              </w:rPr>
              <w:t xml:space="preserve"> / </w:t>
            </w:r>
            <w:r w:rsidRPr="5BFFDEC0" w:rsidR="6FD7338A">
              <w:rPr>
                <w:rFonts w:ascii="Corbel" w:hAnsi="Corbel"/>
                <w:sz w:val="24"/>
                <w:szCs w:val="24"/>
              </w:rPr>
              <w:t>IV</w:t>
            </w:r>
          </w:p>
        </w:tc>
      </w:tr>
      <w:tr w:rsidRPr="0045317C" w:rsidR="00023842" w:rsidTr="5BFFDEC0" w14:paraId="3F084D3F" w14:textId="77777777">
        <w:tc>
          <w:tcPr>
            <w:tcW w:w="2694" w:type="dxa"/>
            <w:tcMar/>
            <w:vAlign w:val="center"/>
          </w:tcPr>
          <w:p w:rsidRPr="0045317C" w:rsidR="00023842" w:rsidP="00023842" w:rsidRDefault="00023842" w14:paraId="27650D77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</w:tcPr>
          <w:p w:rsidRPr="0045317C" w:rsidR="00023842" w:rsidP="00023842" w:rsidRDefault="00C462E7" w14:paraId="6AC26778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fakultatywny</w:t>
            </w:r>
          </w:p>
        </w:tc>
      </w:tr>
      <w:tr w:rsidRPr="0045317C" w:rsidR="00023842" w:rsidTr="5BFFDEC0" w14:paraId="0723C872" w14:textId="77777777">
        <w:tc>
          <w:tcPr>
            <w:tcW w:w="2694" w:type="dxa"/>
            <w:tcMar/>
            <w:vAlign w:val="center"/>
          </w:tcPr>
          <w:p w:rsidRPr="0045317C" w:rsidR="00023842" w:rsidP="00023842" w:rsidRDefault="00023842" w14:paraId="3C883DE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45317C" w:rsidR="00023842" w:rsidP="00023842" w:rsidRDefault="008A09DB" w14:paraId="51BAD25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317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45317C" w:rsidR="0002384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45317C" w:rsidR="00F93AFB" w:rsidTr="5BFFDEC0" w14:paraId="2C82DD80" w14:textId="77777777">
        <w:tc>
          <w:tcPr>
            <w:tcW w:w="2694" w:type="dxa"/>
            <w:tcMar/>
            <w:vAlign w:val="center"/>
          </w:tcPr>
          <w:p w:rsidRPr="009D1BDB" w:rsidR="00F93AFB" w:rsidP="00F93AFB" w:rsidRDefault="00F93AFB" w14:paraId="02CD6E6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1BD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45317C" w:rsidR="00F93AFB" w:rsidP="00F93AFB" w:rsidRDefault="00F93AFB" w14:paraId="1E11D0C5" w14:textId="3B9E46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Pr="0045317C" w:rsidR="00F93AFB" w:rsidTr="5BFFDEC0" w14:paraId="5CAF449A" w14:textId="77777777">
        <w:tc>
          <w:tcPr>
            <w:tcW w:w="2694" w:type="dxa"/>
            <w:tcMar/>
            <w:vAlign w:val="center"/>
          </w:tcPr>
          <w:p w:rsidRPr="0045317C" w:rsidR="00F93AFB" w:rsidP="00F93AFB" w:rsidRDefault="00F93AFB" w14:paraId="3378505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45317C" w:rsidR="00F93AFB" w:rsidP="00F93AFB" w:rsidRDefault="00F93AFB" w14:paraId="29AFE9F6" w14:textId="1960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Łukaszuk</w:t>
            </w:r>
          </w:p>
        </w:tc>
      </w:tr>
    </w:tbl>
    <w:p w:rsidRPr="0045317C" w:rsidR="0085747A" w:rsidP="009C54AE" w:rsidRDefault="0085747A" w14:paraId="4ACEE7BC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5317C">
        <w:rPr>
          <w:rFonts w:ascii="Corbel" w:hAnsi="Corbel"/>
          <w:sz w:val="24"/>
          <w:szCs w:val="24"/>
        </w:rPr>
        <w:t xml:space="preserve">* </w:t>
      </w:r>
      <w:r w:rsidRPr="0045317C">
        <w:rPr>
          <w:rFonts w:ascii="Corbel" w:hAnsi="Corbel"/>
          <w:i/>
          <w:sz w:val="24"/>
          <w:szCs w:val="24"/>
        </w:rPr>
        <w:t>-</w:t>
      </w:r>
      <w:r w:rsidRPr="0045317C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45317C" w:rsidR="00B90885">
        <w:rPr>
          <w:rFonts w:ascii="Corbel" w:hAnsi="Corbel"/>
          <w:b w:val="0"/>
          <w:sz w:val="24"/>
          <w:szCs w:val="24"/>
        </w:rPr>
        <w:t>e,</w:t>
      </w:r>
      <w:r w:rsidRPr="0045317C">
        <w:rPr>
          <w:rFonts w:ascii="Corbel" w:hAnsi="Corbel"/>
          <w:i/>
          <w:sz w:val="24"/>
          <w:szCs w:val="24"/>
        </w:rPr>
        <w:t xml:space="preserve"> </w:t>
      </w:r>
      <w:r w:rsidRPr="0045317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45317C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45317C" w:rsidR="00923D7D" w:rsidP="009C54AE" w:rsidRDefault="00923D7D" w14:paraId="7E9CEA8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45317C" w:rsidR="0085747A" w:rsidP="009C54AE" w:rsidRDefault="0085747A" w14:paraId="64DEA8C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45317C">
        <w:rPr>
          <w:rFonts w:ascii="Corbel" w:hAnsi="Corbel"/>
          <w:sz w:val="24"/>
          <w:szCs w:val="24"/>
        </w:rPr>
        <w:t>1.</w:t>
      </w:r>
      <w:r w:rsidRPr="0045317C" w:rsidR="00E22FBC">
        <w:rPr>
          <w:rFonts w:ascii="Corbel" w:hAnsi="Corbel"/>
          <w:sz w:val="24"/>
          <w:szCs w:val="24"/>
        </w:rPr>
        <w:t>1</w:t>
      </w:r>
      <w:r w:rsidRPr="0045317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45317C" w:rsidR="00923D7D" w:rsidP="009C54AE" w:rsidRDefault="00923D7D" w14:paraId="4CFD522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837"/>
        <w:gridCol w:w="788"/>
        <w:gridCol w:w="915"/>
        <w:gridCol w:w="737"/>
        <w:gridCol w:w="821"/>
        <w:gridCol w:w="763"/>
        <w:gridCol w:w="948"/>
        <w:gridCol w:w="1189"/>
        <w:gridCol w:w="1505"/>
      </w:tblGrid>
      <w:tr w:rsidRPr="0045317C" w:rsidR="00015B8F" w:rsidTr="5BFFDEC0" w14:paraId="19069CBE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5317C" w:rsidR="00015B8F" w:rsidP="009C54AE" w:rsidRDefault="00015B8F" w14:paraId="2D44772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317C">
              <w:rPr>
                <w:rFonts w:ascii="Corbel" w:hAnsi="Corbel"/>
                <w:szCs w:val="24"/>
              </w:rPr>
              <w:t>Semestr</w:t>
            </w:r>
          </w:p>
          <w:p w:rsidRPr="0045317C" w:rsidR="00015B8F" w:rsidP="009C54AE" w:rsidRDefault="002B5EA0" w14:paraId="369D0C9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317C">
              <w:rPr>
                <w:rFonts w:ascii="Corbel" w:hAnsi="Corbel"/>
                <w:szCs w:val="24"/>
              </w:rPr>
              <w:t>(</w:t>
            </w:r>
            <w:r w:rsidRPr="0045317C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5317C" w:rsidR="00015B8F" w:rsidP="009C54AE" w:rsidRDefault="00015B8F" w14:paraId="41F8870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5317C">
              <w:rPr>
                <w:rFonts w:ascii="Corbel" w:hAnsi="Corbel"/>
                <w:szCs w:val="24"/>
              </w:rPr>
              <w:t>Wykł</w:t>
            </w:r>
            <w:proofErr w:type="spellEnd"/>
            <w:r w:rsidRPr="0045317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5317C" w:rsidR="00015B8F" w:rsidP="009C54AE" w:rsidRDefault="00015B8F" w14:paraId="7661A5C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317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5317C" w:rsidR="00015B8F" w:rsidP="009C54AE" w:rsidRDefault="00015B8F" w14:paraId="1B22D6D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5317C">
              <w:rPr>
                <w:rFonts w:ascii="Corbel" w:hAnsi="Corbel"/>
                <w:szCs w:val="24"/>
              </w:rPr>
              <w:t>Konw</w:t>
            </w:r>
            <w:proofErr w:type="spellEnd"/>
            <w:r w:rsidRPr="0045317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5317C" w:rsidR="00015B8F" w:rsidP="009C54AE" w:rsidRDefault="00015B8F" w14:paraId="229975B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317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5317C" w:rsidR="00015B8F" w:rsidP="009C54AE" w:rsidRDefault="00015B8F" w14:paraId="7444AA8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5317C">
              <w:rPr>
                <w:rFonts w:ascii="Corbel" w:hAnsi="Corbel"/>
                <w:szCs w:val="24"/>
              </w:rPr>
              <w:t>Sem</w:t>
            </w:r>
            <w:proofErr w:type="spellEnd"/>
            <w:r w:rsidRPr="0045317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5317C" w:rsidR="00015B8F" w:rsidP="009C54AE" w:rsidRDefault="00015B8F" w14:paraId="094E720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317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5317C" w:rsidR="00015B8F" w:rsidP="009C54AE" w:rsidRDefault="00015B8F" w14:paraId="21795BE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5317C">
              <w:rPr>
                <w:rFonts w:ascii="Corbel" w:hAnsi="Corbel"/>
                <w:szCs w:val="24"/>
              </w:rPr>
              <w:t>Prakt</w:t>
            </w:r>
            <w:proofErr w:type="spellEnd"/>
            <w:r w:rsidRPr="0045317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769C3" w:rsidR="00015B8F" w:rsidP="009C54AE" w:rsidRDefault="00015B8F" w14:paraId="47C83D5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69C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769C3" w:rsidR="00015B8F" w:rsidP="009C54AE" w:rsidRDefault="00015B8F" w14:paraId="67E6B6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769C3">
              <w:rPr>
                <w:rFonts w:ascii="Corbel" w:hAnsi="Corbel"/>
                <w:b/>
                <w:szCs w:val="24"/>
              </w:rPr>
              <w:t>Liczba pkt</w:t>
            </w:r>
            <w:r w:rsidRPr="002769C3" w:rsidR="00B90885">
              <w:rPr>
                <w:rFonts w:ascii="Corbel" w:hAnsi="Corbel"/>
                <w:b/>
                <w:szCs w:val="24"/>
              </w:rPr>
              <w:t>.</w:t>
            </w:r>
            <w:r w:rsidRPr="002769C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45317C" w:rsidR="00015B8F" w:rsidTr="5BFFDEC0" w14:paraId="107EE6E6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5317C" w:rsidR="00015B8F" w:rsidP="009C54AE" w:rsidRDefault="00F93AFB" w14:paraId="2DB7EB88" w14:textId="31DC74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5317C" w:rsidR="00015B8F" w:rsidP="009C54AE" w:rsidRDefault="00015B8F" w14:paraId="03D3975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5317C" w:rsidR="00015B8F" w:rsidP="009C54AE" w:rsidRDefault="00015B8F" w14:paraId="6761199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5317C" w:rsidR="00015B8F" w:rsidP="009C54AE" w:rsidRDefault="00410A0C" w14:paraId="1320099B" w14:textId="619EED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BFFDEC0" w:rsidR="00410A0C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5317C" w:rsidR="00015B8F" w:rsidP="009C54AE" w:rsidRDefault="00015B8F" w14:paraId="4F1D3E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5317C" w:rsidR="00015B8F" w:rsidP="009C54AE" w:rsidRDefault="00015B8F" w14:paraId="3003C5B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5317C" w:rsidR="00015B8F" w:rsidP="009C54AE" w:rsidRDefault="00015B8F" w14:paraId="1BC5D3F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5317C" w:rsidR="00015B8F" w:rsidP="009C54AE" w:rsidRDefault="00015B8F" w14:paraId="0F62026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769C3" w:rsidR="00015B8F" w:rsidP="009C54AE" w:rsidRDefault="00015B8F" w14:paraId="3E01ED9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769C3" w:rsidR="00015B8F" w:rsidP="009C54AE" w:rsidRDefault="00AE3EB4" w14:paraId="6B03EBE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769C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45317C" w:rsidR="00923D7D" w:rsidP="009C54AE" w:rsidRDefault="00923D7D" w14:paraId="6F6CCC8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45317C" w:rsidR="0085747A" w:rsidP="00F83B28" w:rsidRDefault="0085747A" w14:paraId="4B4847E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5317C">
        <w:rPr>
          <w:rFonts w:ascii="Corbel" w:hAnsi="Corbel"/>
          <w:smallCaps w:val="0"/>
          <w:szCs w:val="24"/>
        </w:rPr>
        <w:t>1.</w:t>
      </w:r>
      <w:r w:rsidRPr="0045317C" w:rsidR="00E22FBC">
        <w:rPr>
          <w:rFonts w:ascii="Corbel" w:hAnsi="Corbel"/>
          <w:smallCaps w:val="0"/>
          <w:szCs w:val="24"/>
        </w:rPr>
        <w:t>2</w:t>
      </w:r>
      <w:r w:rsidRPr="0045317C" w:rsidR="00F83B28">
        <w:rPr>
          <w:rFonts w:ascii="Corbel" w:hAnsi="Corbel"/>
          <w:smallCaps w:val="0"/>
          <w:szCs w:val="24"/>
        </w:rPr>
        <w:t>.</w:t>
      </w:r>
      <w:r w:rsidRPr="0045317C" w:rsidR="00F83B28">
        <w:rPr>
          <w:rFonts w:ascii="Corbel" w:hAnsi="Corbel"/>
          <w:smallCaps w:val="0"/>
          <w:szCs w:val="24"/>
        </w:rPr>
        <w:tab/>
      </w:r>
      <w:r w:rsidRPr="0045317C">
        <w:rPr>
          <w:rFonts w:ascii="Corbel" w:hAnsi="Corbel"/>
          <w:smallCaps w:val="0"/>
          <w:szCs w:val="24"/>
        </w:rPr>
        <w:t xml:space="preserve">Sposób realizacji zajęć  </w:t>
      </w:r>
    </w:p>
    <w:p w:rsidRPr="0045317C" w:rsidR="0085747A" w:rsidP="5BFFDEC0" w:rsidRDefault="00023842" w14:paraId="2EFA4D38" w14:textId="3469C266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5BFFDEC0" w:rsidR="435DAD41">
        <w:rPr>
          <w:rFonts w:ascii="Corbel" w:hAnsi="Corbel" w:eastAsia="MS Gothic" w:cs="MS Gothic"/>
          <w:b w:val="0"/>
          <w:bCs w:val="0"/>
        </w:rPr>
        <w:t xml:space="preserve">   </w:t>
      </w:r>
      <w:r w:rsidRPr="5BFFDEC0" w:rsidR="00023842">
        <w:rPr>
          <w:rFonts w:ascii="Corbel" w:hAnsi="Corbel" w:eastAsia="MS Gothic" w:cs="MS Gothic"/>
          <w:b w:val="0"/>
          <w:bCs w:val="0"/>
        </w:rPr>
        <w:t>x</w:t>
      </w:r>
      <w:r w:rsidRPr="5BFFDEC0" w:rsidR="0085747A">
        <w:rPr>
          <w:rFonts w:ascii="Corbel" w:hAnsi="Corbel"/>
          <w:b w:val="0"/>
          <w:bCs w:val="0"/>
          <w:caps w:val="0"/>
          <w:smallCaps w:val="0"/>
        </w:rPr>
        <w:t xml:space="preserve"> zajęcia w formie tradycyjnej </w:t>
      </w:r>
    </w:p>
    <w:p w:rsidRPr="0045317C" w:rsidR="0085747A" w:rsidP="00F83B28" w:rsidRDefault="007E5F9F" w14:paraId="537125F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5317C">
        <w:rPr>
          <w:rFonts w:hint="eastAsia" w:ascii="MS Gothic" w:hAnsi="MS Gothic" w:eastAsia="MS Gothic" w:cs="MS Gothic"/>
          <w:szCs w:val="24"/>
        </w:rPr>
        <w:t>☐</w:t>
      </w:r>
      <w:r w:rsidRPr="0045317C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45317C" w:rsidR="0085747A" w:rsidP="009C54AE" w:rsidRDefault="0085747A" w14:paraId="36C9B57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45317C" w:rsidR="00E22FBC" w:rsidP="00F83B28" w:rsidRDefault="00E22FBC" w14:paraId="734470EC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5317C">
        <w:rPr>
          <w:rFonts w:ascii="Corbel" w:hAnsi="Corbel"/>
          <w:smallCaps w:val="0"/>
          <w:szCs w:val="24"/>
        </w:rPr>
        <w:t xml:space="preserve">1.3 </w:t>
      </w:r>
      <w:r w:rsidRPr="0045317C" w:rsidR="00F83B28">
        <w:rPr>
          <w:rFonts w:ascii="Corbel" w:hAnsi="Corbel"/>
          <w:smallCaps w:val="0"/>
          <w:szCs w:val="24"/>
        </w:rPr>
        <w:tab/>
      </w:r>
      <w:r w:rsidRPr="0045317C">
        <w:rPr>
          <w:rFonts w:ascii="Corbel" w:hAnsi="Corbel"/>
          <w:smallCaps w:val="0"/>
          <w:szCs w:val="24"/>
        </w:rPr>
        <w:t>For</w:t>
      </w:r>
      <w:r w:rsidRPr="0045317C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45317C">
        <w:rPr>
          <w:rFonts w:ascii="Corbel" w:hAnsi="Corbel"/>
          <w:smallCaps w:val="0"/>
          <w:szCs w:val="24"/>
        </w:rPr>
        <w:t xml:space="preserve"> (z toku) </w:t>
      </w:r>
      <w:r w:rsidRPr="0045317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F96D0C" w:rsidR="00023842" w:rsidP="00023842" w:rsidRDefault="002769C3" w14:paraId="23ACF8E2" w14:textId="77777777">
      <w:pPr>
        <w:spacing w:after="0" w:line="240" w:lineRule="auto"/>
        <w:jc w:val="both"/>
        <w:rPr>
          <w:rFonts w:ascii="Corbel" w:hAnsi="Corbel" w:eastAsia="Cambria"/>
          <w:sz w:val="24"/>
          <w:szCs w:val="24"/>
        </w:rPr>
      </w:pPr>
      <w:r w:rsidRPr="5BFFDEC0" w:rsidR="002769C3">
        <w:rPr>
          <w:rFonts w:ascii="Corbel" w:hAnsi="Corbel" w:eastAsia="Cambria"/>
          <w:sz w:val="24"/>
          <w:szCs w:val="24"/>
        </w:rPr>
        <w:t>Z</w:t>
      </w:r>
      <w:r w:rsidRPr="5BFFDEC0" w:rsidR="00023842">
        <w:rPr>
          <w:rFonts w:ascii="Corbel" w:hAnsi="Corbel" w:eastAsia="Cambria"/>
          <w:sz w:val="24"/>
          <w:szCs w:val="24"/>
        </w:rPr>
        <w:t>aliczenie z oceną</w:t>
      </w:r>
    </w:p>
    <w:p w:rsidR="009D1BDB" w:rsidP="009C54AE" w:rsidRDefault="009D1BDB" w14:paraId="26CA32C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45317C" w:rsidR="00E960BB" w:rsidP="009C54AE" w:rsidRDefault="0085747A" w14:paraId="360ACC1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5BFFDEC0" w:rsidR="0085747A">
        <w:rPr>
          <w:rFonts w:ascii="Corbel" w:hAnsi="Corbel"/>
        </w:rPr>
        <w:t xml:space="preserve">2.Wymagania wstępne </w:t>
      </w:r>
    </w:p>
    <w:p w:rsidR="5BFFDEC0" w:rsidP="5BFFDEC0" w:rsidRDefault="5BFFDEC0" w14:paraId="00031229" w14:textId="29CBED15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5317C" w:rsidR="0085747A" w:rsidTr="00745302" w14:paraId="28641329" w14:textId="77777777">
        <w:tc>
          <w:tcPr>
            <w:tcW w:w="9670" w:type="dxa"/>
          </w:tcPr>
          <w:p w:rsidRPr="0045317C" w:rsidR="000410E5" w:rsidP="000410E5" w:rsidRDefault="000410E5" w14:paraId="5744795A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posiadać:</w:t>
            </w:r>
          </w:p>
          <w:p w:rsidR="009D1BDB" w:rsidP="009D1BDB" w:rsidRDefault="000410E5" w14:paraId="78F05A38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•</w:t>
            </w: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dotycząca</w:t>
            </w:r>
            <w:r w:rsidR="00115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mechanizmów </w:t>
            </w: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funkcjon</w:t>
            </w:r>
            <w:r w:rsidR="009D1B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owania administracji publicznej</w:t>
            </w:r>
          </w:p>
          <w:p w:rsidRPr="0045317C" w:rsidR="0085747A" w:rsidP="009D1BDB" w:rsidRDefault="000410E5" w14:paraId="37C1FF18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•</w:t>
            </w: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zdolność log</w:t>
            </w:r>
            <w:r w:rsidRPr="0045317C" w:rsidR="004B12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icznego myślenia i wnioskowania</w:t>
            </w:r>
          </w:p>
        </w:tc>
      </w:tr>
    </w:tbl>
    <w:p w:rsidRPr="0045317C" w:rsidR="00153C41" w:rsidP="009C54AE" w:rsidRDefault="00153C41" w14:paraId="223FE4C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5BFFDEC0" w:rsidP="5BFFDEC0" w:rsidRDefault="5BFFDEC0" w14:paraId="58A4ACE1" w14:textId="16336F28">
      <w:pPr>
        <w:pStyle w:val="Punktygwne"/>
        <w:spacing w:before="0" w:after="0"/>
        <w:rPr>
          <w:rFonts w:ascii="Corbel" w:hAnsi="Corbel"/>
        </w:rPr>
      </w:pPr>
    </w:p>
    <w:p w:rsidR="5BFFDEC0" w:rsidP="5BFFDEC0" w:rsidRDefault="5BFFDEC0" w14:paraId="756EB633" w14:textId="5F635627">
      <w:pPr>
        <w:pStyle w:val="Punktygwne"/>
        <w:spacing w:before="0" w:after="0"/>
        <w:rPr>
          <w:rFonts w:ascii="Corbel" w:hAnsi="Corbel"/>
        </w:rPr>
      </w:pPr>
    </w:p>
    <w:p w:rsidRPr="0045317C" w:rsidR="0085747A" w:rsidP="009C54AE" w:rsidRDefault="0071620A" w14:paraId="0837D0A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45317C">
        <w:rPr>
          <w:rFonts w:ascii="Corbel" w:hAnsi="Corbel"/>
          <w:szCs w:val="24"/>
        </w:rPr>
        <w:t>3.</w:t>
      </w:r>
      <w:r w:rsidRPr="0045317C" w:rsidR="0085747A">
        <w:rPr>
          <w:rFonts w:ascii="Corbel" w:hAnsi="Corbel"/>
          <w:szCs w:val="24"/>
        </w:rPr>
        <w:t xml:space="preserve"> </w:t>
      </w:r>
      <w:r w:rsidRPr="0045317C" w:rsidR="00A84C85">
        <w:rPr>
          <w:rFonts w:ascii="Corbel" w:hAnsi="Corbel"/>
          <w:szCs w:val="24"/>
        </w:rPr>
        <w:t>cele, efekty uczenia się</w:t>
      </w:r>
      <w:r w:rsidRPr="0045317C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45317C" w:rsidR="0085747A" w:rsidP="009C54AE" w:rsidRDefault="0085747A" w14:paraId="604C58E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45317C" w:rsidR="0085747A" w:rsidP="009C54AE" w:rsidRDefault="0071620A" w14:paraId="6BFB85A2" w14:textId="77777777">
      <w:pPr>
        <w:pStyle w:val="Podpunkty"/>
        <w:rPr>
          <w:rFonts w:ascii="Corbel" w:hAnsi="Corbel"/>
          <w:sz w:val="24"/>
          <w:szCs w:val="24"/>
        </w:rPr>
      </w:pPr>
      <w:r w:rsidRPr="0045317C">
        <w:rPr>
          <w:rFonts w:ascii="Corbel" w:hAnsi="Corbel"/>
          <w:sz w:val="24"/>
          <w:szCs w:val="24"/>
        </w:rPr>
        <w:t xml:space="preserve">3.1 </w:t>
      </w:r>
      <w:r w:rsidRPr="0045317C" w:rsidR="00C05F44">
        <w:rPr>
          <w:rFonts w:ascii="Corbel" w:hAnsi="Corbel"/>
          <w:sz w:val="24"/>
          <w:szCs w:val="24"/>
        </w:rPr>
        <w:t>Cele przedmiotu</w:t>
      </w:r>
    </w:p>
    <w:p w:rsidRPr="0045317C" w:rsidR="00F83B28" w:rsidP="009C54AE" w:rsidRDefault="00F83B28" w14:paraId="2B429163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45317C" w:rsidR="000410E5" w:rsidTr="00AE36A0" w14:paraId="67D4159B" w14:textId="77777777">
        <w:tc>
          <w:tcPr>
            <w:tcW w:w="851" w:type="dxa"/>
            <w:vAlign w:val="center"/>
          </w:tcPr>
          <w:p w:rsidRPr="0045317C" w:rsidR="000410E5" w:rsidP="000410E5" w:rsidRDefault="000410E5" w14:paraId="33D04E6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317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45317C" w:rsidR="000410E5" w:rsidP="00211474" w:rsidRDefault="00211474" w14:paraId="595D3556" w14:textId="7777777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11474">
              <w:rPr>
                <w:rFonts w:ascii="Corbel" w:hAnsi="Corbel"/>
                <w:sz w:val="24"/>
                <w:szCs w:val="24"/>
              </w:rPr>
              <w:t xml:space="preserve">rzekazanie </w:t>
            </w:r>
            <w:r>
              <w:rPr>
                <w:rFonts w:ascii="Corbel" w:hAnsi="Corbel"/>
                <w:sz w:val="24"/>
                <w:szCs w:val="24"/>
              </w:rPr>
              <w:t>studentowi  wiedzy</w:t>
            </w:r>
            <w:r w:rsidRPr="00211474">
              <w:rPr>
                <w:rFonts w:ascii="Corbel" w:hAnsi="Corbel"/>
                <w:sz w:val="24"/>
                <w:szCs w:val="24"/>
              </w:rPr>
              <w:t xml:space="preserve">  z zakresu </w:t>
            </w:r>
            <w:r w:rsidRPr="0045317C" w:rsidR="000410E5">
              <w:rPr>
                <w:rFonts w:ascii="Corbel" w:hAnsi="Corbel"/>
                <w:sz w:val="24"/>
                <w:szCs w:val="24"/>
              </w:rPr>
              <w:t xml:space="preserve">z zakresu </w:t>
            </w:r>
            <w:r w:rsidRPr="0045317C" w:rsidR="00AE3EB4">
              <w:rPr>
                <w:rFonts w:ascii="Corbel" w:hAnsi="Corbel"/>
                <w:sz w:val="24"/>
                <w:szCs w:val="24"/>
              </w:rPr>
              <w:t xml:space="preserve"> technik decyzyjnych i organizatorskich w administracji publicznej.</w:t>
            </w:r>
          </w:p>
        </w:tc>
      </w:tr>
      <w:tr w:rsidRPr="0045317C" w:rsidR="000410E5" w:rsidTr="00AE36A0" w14:paraId="6EBAF9AD" w14:textId="77777777">
        <w:tc>
          <w:tcPr>
            <w:tcW w:w="851" w:type="dxa"/>
            <w:vAlign w:val="center"/>
          </w:tcPr>
          <w:p w:rsidRPr="0045317C" w:rsidR="000410E5" w:rsidP="000410E5" w:rsidRDefault="000410E5" w14:paraId="4E4DD4B1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45317C" w:rsidR="000410E5" w:rsidP="00043173" w:rsidRDefault="000410E5" w14:paraId="1AE56E08" w14:textId="77777777">
            <w:pPr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Student powinien nabyć umiejętności identyfikacji</w:t>
            </w:r>
            <w:r w:rsidRPr="0045317C" w:rsidR="005E6443">
              <w:rPr>
                <w:rFonts w:ascii="Corbel" w:hAnsi="Corbel"/>
                <w:sz w:val="24"/>
                <w:szCs w:val="24"/>
              </w:rPr>
              <w:t xml:space="preserve"> </w:t>
            </w:r>
            <w:r w:rsidR="00043173">
              <w:rPr>
                <w:rFonts w:ascii="Corbel" w:hAnsi="Corbel"/>
                <w:sz w:val="24"/>
                <w:szCs w:val="24"/>
              </w:rPr>
              <w:t>problemów związanych z procesem podejmowania decyzji.</w:t>
            </w:r>
          </w:p>
        </w:tc>
      </w:tr>
    </w:tbl>
    <w:p w:rsidRPr="0045317C" w:rsidR="0085747A" w:rsidP="009C54AE" w:rsidRDefault="0085747A" w14:paraId="16095AB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45317C" w:rsidR="001D7B54" w:rsidP="009C54AE" w:rsidRDefault="009F4610" w14:paraId="7FE9AB2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5317C">
        <w:rPr>
          <w:rFonts w:ascii="Corbel" w:hAnsi="Corbel"/>
          <w:b/>
          <w:sz w:val="24"/>
          <w:szCs w:val="24"/>
        </w:rPr>
        <w:t xml:space="preserve">3.2 </w:t>
      </w:r>
      <w:r w:rsidRPr="0045317C" w:rsidR="001D7B54">
        <w:rPr>
          <w:rFonts w:ascii="Corbel" w:hAnsi="Corbel"/>
          <w:b/>
          <w:sz w:val="24"/>
          <w:szCs w:val="24"/>
        </w:rPr>
        <w:t xml:space="preserve">Efekty </w:t>
      </w:r>
      <w:r w:rsidRPr="0045317C" w:rsidR="00C05F44">
        <w:rPr>
          <w:rFonts w:ascii="Corbel" w:hAnsi="Corbel"/>
          <w:b/>
          <w:sz w:val="24"/>
          <w:szCs w:val="24"/>
        </w:rPr>
        <w:t xml:space="preserve">uczenia się </w:t>
      </w:r>
      <w:r w:rsidRPr="0045317C" w:rsidR="001D7B54">
        <w:rPr>
          <w:rFonts w:ascii="Corbel" w:hAnsi="Corbel"/>
          <w:b/>
          <w:sz w:val="24"/>
          <w:szCs w:val="24"/>
        </w:rPr>
        <w:t>dla przedmiotu</w:t>
      </w:r>
      <w:r w:rsidRPr="0045317C" w:rsidR="00445970">
        <w:rPr>
          <w:rFonts w:ascii="Corbel" w:hAnsi="Corbel"/>
          <w:sz w:val="24"/>
          <w:szCs w:val="24"/>
        </w:rPr>
        <w:t xml:space="preserve"> </w:t>
      </w:r>
    </w:p>
    <w:p w:rsidRPr="0045317C" w:rsidR="001D7B54" w:rsidP="009C54AE" w:rsidRDefault="001D7B54" w14:paraId="425778A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45317C" w:rsidR="0085747A" w:rsidTr="5BFFDEC0" w14:paraId="699DDF48" w14:textId="77777777">
        <w:tc>
          <w:tcPr>
            <w:tcW w:w="1701" w:type="dxa"/>
            <w:tcMar/>
            <w:vAlign w:val="center"/>
          </w:tcPr>
          <w:p w:rsidRPr="0045317C" w:rsidR="0085747A" w:rsidP="009C54AE" w:rsidRDefault="0085747A" w14:paraId="30BD03E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smallCaps w:val="0"/>
                <w:szCs w:val="24"/>
              </w:rPr>
              <w:t>EK</w:t>
            </w:r>
            <w:r w:rsidRPr="0045317C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45317C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45317C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45317C" w:rsidR="0085747A" w:rsidP="00C05F44" w:rsidRDefault="0085747A" w14:paraId="5E4A74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45317C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5317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45317C" w:rsidR="0085747A" w:rsidP="00C05F44" w:rsidRDefault="0085747A" w14:paraId="695E819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5317C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45317C" w:rsidR="004F279D" w:rsidTr="5BFFDEC0" w14:paraId="4067DE25" w14:textId="77777777">
        <w:tc>
          <w:tcPr>
            <w:tcW w:w="1701" w:type="dxa"/>
            <w:tcMar/>
          </w:tcPr>
          <w:p w:rsidRPr="0045317C" w:rsidR="004F279D" w:rsidP="004F279D" w:rsidRDefault="004F279D" w14:paraId="688BC9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E0834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6096" w:type="dxa"/>
            <w:tcMar/>
          </w:tcPr>
          <w:p w:rsidRPr="0045317C" w:rsidR="005D652A" w:rsidP="5BFFDEC0" w:rsidRDefault="002769C3" w14:paraId="55B11B56" w14:textId="77777777" w14:noSpellErr="1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BFFDEC0" w:rsidR="002769C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</w:t>
            </w:r>
            <w:r w:rsidRPr="5BFFDEC0" w:rsidR="7ED663CD">
              <w:rPr>
                <w:rFonts w:ascii="Corbel" w:hAnsi="Corbel"/>
                <w:b w:val="0"/>
                <w:bCs w:val="0"/>
                <w:caps w:val="0"/>
                <w:smallCaps w:val="0"/>
              </w:rPr>
              <w:t>ma podstawową wiedzę o charakterze nauk prawnych, w tym prawno-administracyjnych, ich miejscu w systemie nauk społecznych i rozpoznaje relacje do innych nauk społecznych, zna zarys ewolucji podstawowych instytucji administracyjnych i prawnych, a także ma wiedzę o poglądach doktryny i orzecznictwa na temat struktur i instytucji prawnych i administracyjnych oraz rodzajów więzi społecznych występujących na gruncie nauki administracji;</w:t>
            </w:r>
          </w:p>
        </w:tc>
        <w:tc>
          <w:tcPr>
            <w:tcW w:w="1873" w:type="dxa"/>
            <w:tcMar/>
          </w:tcPr>
          <w:p w:rsidR="004F279D" w:rsidP="004F279D" w:rsidRDefault="00AF472C" w14:paraId="06728C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6D0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Pr="0045317C" w:rsidR="00AF472C" w:rsidP="004F279D" w:rsidRDefault="00AF472C" w14:paraId="737A930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45317C" w:rsidR="002769C3" w:rsidTr="5BFFDEC0" w14:paraId="5B38568C" w14:textId="77777777">
        <w:tc>
          <w:tcPr>
            <w:tcW w:w="1701" w:type="dxa"/>
            <w:tcMar/>
          </w:tcPr>
          <w:p w:rsidRPr="0045317C" w:rsidR="002769C3" w:rsidP="004F279D" w:rsidRDefault="002769C3" w14:paraId="6BC200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69C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="002769C3" w:rsidP="5BFFDEC0" w:rsidRDefault="00153BAB" w14:paraId="0C99AD74" w14:textId="77777777" w14:noSpellErr="1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BFFDEC0" w:rsidR="00153BA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ma </w:t>
            </w:r>
            <w:r w:rsidRPr="5BFFDEC0" w:rsidR="00153BAB">
              <w:rPr>
                <w:rFonts w:ascii="Corbel" w:hAnsi="Corbel"/>
                <w:b w:val="0"/>
                <w:bCs w:val="0"/>
                <w:caps w:val="0"/>
                <w:smallCaps w:val="0"/>
              </w:rPr>
              <w:t>podstawową wiedzę o relacjach między strukturami i instytucjami administracji publicznej;</w:t>
            </w:r>
          </w:p>
        </w:tc>
        <w:tc>
          <w:tcPr>
            <w:tcW w:w="1873" w:type="dxa"/>
            <w:tcMar/>
          </w:tcPr>
          <w:p w:rsidRPr="00F96D0C" w:rsidR="002769C3" w:rsidP="004F279D" w:rsidRDefault="002769C3" w14:paraId="7EA0004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69C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45317C" w:rsidR="00444FE4" w:rsidTr="5BFFDEC0" w14:paraId="1CEA339B" w14:textId="77777777">
        <w:tc>
          <w:tcPr>
            <w:tcW w:w="1701" w:type="dxa"/>
            <w:tcMar/>
          </w:tcPr>
          <w:p w:rsidRPr="0045317C" w:rsidR="00444FE4" w:rsidP="004F279D" w:rsidRDefault="002769C3" w14:paraId="1B5D2B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447645" w:rsidR="00444FE4" w:rsidP="5BFFDEC0" w:rsidRDefault="00444FE4" w14:paraId="60520447" w14:textId="77777777" w14:noSpellErr="1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BFFDEC0" w:rsidR="2CBED55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</w:t>
            </w:r>
            <w:r w:rsidRPr="5BFFDEC0" w:rsidR="2CBED55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zna podstawową terminologię z zakresu </w:t>
            </w:r>
            <w:r w:rsidRPr="5BFFDEC0" w:rsidR="43343A72">
              <w:rPr>
                <w:rFonts w:ascii="Corbel" w:hAnsi="Corbel"/>
                <w:b w:val="0"/>
                <w:bCs w:val="0"/>
                <w:caps w:val="0"/>
                <w:smallCaps w:val="0"/>
              </w:rPr>
              <w:t>procesu d</w:t>
            </w:r>
            <w:r w:rsidRPr="5BFFDEC0" w:rsidR="5A1F59E8">
              <w:rPr>
                <w:rFonts w:ascii="Corbel" w:hAnsi="Corbel"/>
                <w:b w:val="0"/>
                <w:bCs w:val="0"/>
                <w:caps w:val="0"/>
                <w:smallCaps w:val="0"/>
              </w:rPr>
              <w:t>ecyzyjnego i organizatorskiego.</w:t>
            </w:r>
          </w:p>
        </w:tc>
        <w:tc>
          <w:tcPr>
            <w:tcW w:w="1873" w:type="dxa"/>
            <w:tcMar/>
          </w:tcPr>
          <w:p w:rsidRPr="00AF472C" w:rsidR="00444FE4" w:rsidP="004F279D" w:rsidRDefault="00444FE4" w14:paraId="457B0E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B55351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45317C" w:rsidR="003F5EBB" w:rsidTr="5BFFDEC0" w14:paraId="01ED81F2" w14:textId="77777777">
        <w:tc>
          <w:tcPr>
            <w:tcW w:w="1701" w:type="dxa"/>
            <w:tcMar/>
          </w:tcPr>
          <w:p w:rsidRPr="0045317C" w:rsidR="003F5EBB" w:rsidP="004F279D" w:rsidRDefault="002769C3" w14:paraId="5FCA88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Mar/>
          </w:tcPr>
          <w:p w:rsidRPr="00153BAB" w:rsidR="005B16FD" w:rsidP="5BFFDEC0" w:rsidRDefault="00055C3B" w14:paraId="77F17207" w14:textId="77777777" w14:noSpellErr="1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BFFDEC0" w:rsidR="38EE3E9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</w:t>
            </w:r>
            <w:r w:rsidRPr="5BFFDEC0" w:rsidR="5B2944AE">
              <w:rPr>
                <w:rFonts w:ascii="Corbel" w:hAnsi="Corbel"/>
                <w:b w:val="0"/>
                <w:bCs w:val="0"/>
                <w:caps w:val="0"/>
                <w:smallCaps w:val="0"/>
              </w:rPr>
              <w:t>zna i rozumie metody i narzędzia</w:t>
            </w:r>
            <w:r w:rsidRPr="5BFFDEC0" w:rsidR="031BA8D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w tym technikach </w:t>
            </w:r>
            <w:r w:rsidRPr="5BFFDEC0" w:rsidR="5B2944AE">
              <w:rPr>
                <w:rFonts w:ascii="Corbel" w:hAnsi="Corbel"/>
                <w:b w:val="0"/>
                <w:bCs w:val="0"/>
                <w:caps w:val="0"/>
                <w:smallCaps w:val="0"/>
              </w:rPr>
              <w:t>pozyskiwania danych właściwe dla nauk administracyjnych pozwalające opisywać organy administracji publicznej, ich struktury oraz zasady działania;</w:t>
            </w:r>
          </w:p>
        </w:tc>
        <w:tc>
          <w:tcPr>
            <w:tcW w:w="1873" w:type="dxa"/>
            <w:tcMar/>
          </w:tcPr>
          <w:p w:rsidRPr="0045317C" w:rsidR="003F5EBB" w:rsidP="004F279D" w:rsidRDefault="00927782" w14:paraId="04B07E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45317C" w:rsidR="003F5EBB" w:rsidTr="5BFFDEC0" w14:paraId="63921FF3" w14:textId="77777777">
        <w:tc>
          <w:tcPr>
            <w:tcW w:w="1701" w:type="dxa"/>
            <w:tcMar/>
          </w:tcPr>
          <w:p w:rsidRPr="0045317C" w:rsidR="003F5EBB" w:rsidP="004F279D" w:rsidRDefault="002769C3" w14:paraId="0F9EDC8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Mar/>
          </w:tcPr>
          <w:p w:rsidRPr="0045317C" w:rsidR="00B55351" w:rsidP="5BFFDEC0" w:rsidRDefault="00153BAB" w14:paraId="5C8023E8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BFFDEC0" w:rsidR="00153BA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</w:t>
            </w:r>
            <w:r w:rsidRPr="5BFFDEC0" w:rsidR="6626EF4E">
              <w:rPr>
                <w:rFonts w:ascii="Corbel" w:hAnsi="Corbel"/>
                <w:b w:val="0"/>
                <w:bCs w:val="0"/>
                <w:caps w:val="0"/>
                <w:smallCaps w:val="0"/>
              </w:rPr>
              <w:t>posiada podstawową wiedzę o człowieku jako podmiocie stosunków publicznoprawnych i prywatnoprawnych, jego prawach i obowiązkach oraz środkach i zasadach ochrony statusu jednostki;</w:t>
            </w:r>
          </w:p>
        </w:tc>
        <w:tc>
          <w:tcPr>
            <w:tcW w:w="1873" w:type="dxa"/>
            <w:tcMar/>
          </w:tcPr>
          <w:p w:rsidRPr="0045317C" w:rsidR="003F5EBB" w:rsidP="004F279D" w:rsidRDefault="003F5EBB" w14:paraId="3AEE50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5EB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45317C" w:rsidR="003F5EBB" w:rsidTr="5BFFDEC0" w14:paraId="23D71253" w14:textId="77777777">
        <w:tc>
          <w:tcPr>
            <w:tcW w:w="1701" w:type="dxa"/>
            <w:tcMar/>
          </w:tcPr>
          <w:p w:rsidRPr="0045317C" w:rsidR="003F5EBB" w:rsidP="004F279D" w:rsidRDefault="002769C3" w14:paraId="77E09F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  <w:tcMar/>
          </w:tcPr>
          <w:p w:rsidRPr="0045317C" w:rsidR="003D5EF6" w:rsidP="5BFFDEC0" w:rsidRDefault="00DC689E" w14:paraId="7F66B0A1" w14:textId="77777777" w14:noSpellErr="1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BFFDEC0" w:rsidR="52B1B7B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</w:t>
            </w:r>
            <w:r w:rsidRPr="5BFFDEC0" w:rsidR="28B86035">
              <w:rPr>
                <w:rFonts w:ascii="Corbel" w:hAnsi="Corbel"/>
                <w:b w:val="0"/>
                <w:bCs w:val="0"/>
                <w:caps w:val="0"/>
                <w:smallCaps w:val="0"/>
              </w:rPr>
              <w:t>potrafi prawidłowo identyfikować i  interpretować zjawiska prawne, społeczne, ekonomiczne, polityczne i organizacyjne,</w:t>
            </w:r>
            <w:r w:rsidRPr="5BFFDEC0" w:rsidR="00153BA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dotyczące</w:t>
            </w:r>
            <w:r w:rsidRPr="5BFFDEC0" w:rsidR="00153BA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</w:t>
            </w:r>
            <w:r w:rsidRPr="5BFFDEC0" w:rsidR="00153BA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rocesu </w:t>
            </w:r>
            <w:r w:rsidRPr="5BFFDEC0" w:rsidR="00153BAB">
              <w:rPr>
                <w:rFonts w:ascii="Corbel" w:hAnsi="Corbel"/>
                <w:b w:val="0"/>
                <w:bCs w:val="0"/>
                <w:caps w:val="0"/>
                <w:smallCaps w:val="0"/>
              </w:rPr>
              <w:t>decyzyjn</w:t>
            </w:r>
            <w:r w:rsidRPr="5BFFDEC0" w:rsidR="00153BA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ego </w:t>
            </w:r>
            <w:r w:rsidRPr="5BFFDEC0" w:rsidR="00153BAB">
              <w:rPr>
                <w:rFonts w:ascii="Corbel" w:hAnsi="Corbel"/>
                <w:b w:val="0"/>
                <w:bCs w:val="0"/>
                <w:caps w:val="0"/>
                <w:smallCaps w:val="0"/>
              </w:rPr>
              <w:t>w kontekście mechanizmów rządzenia i administrowania</w:t>
            </w:r>
            <w:r w:rsidRPr="5BFFDEC0" w:rsidR="00153BA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5BFFDEC0" w:rsidR="28B8603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analizować ich powiązania z różnymi obszarami działalności administracyjnej;</w:t>
            </w:r>
          </w:p>
        </w:tc>
        <w:tc>
          <w:tcPr>
            <w:tcW w:w="1873" w:type="dxa"/>
            <w:tcMar/>
          </w:tcPr>
          <w:p w:rsidRPr="0045317C" w:rsidR="003F5EBB" w:rsidP="004F279D" w:rsidRDefault="005339DC" w14:paraId="21931D4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47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K_U01</w:t>
            </w:r>
          </w:p>
        </w:tc>
      </w:tr>
      <w:tr w:rsidRPr="0045317C" w:rsidR="00067CB4" w:rsidTr="5BFFDEC0" w14:paraId="45CF2485" w14:textId="77777777">
        <w:tc>
          <w:tcPr>
            <w:tcW w:w="1701" w:type="dxa"/>
            <w:tcMar/>
          </w:tcPr>
          <w:p w:rsidR="00067CB4" w:rsidP="004F279D" w:rsidRDefault="002769C3" w14:paraId="0CE6B2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Mar/>
          </w:tcPr>
          <w:p w:rsidRPr="00153BAB" w:rsidR="00067CB4" w:rsidP="5BFFDEC0" w:rsidRDefault="00067CB4" w14:paraId="0954E304" w14:textId="77777777" w14:noSpellErr="1">
            <w:pPr>
              <w:pStyle w:val="Punktygwne"/>
              <w:spacing w:after="0"/>
              <w:jc w:val="both"/>
            </w:pPr>
            <w:r w:rsidRPr="5BFFDEC0" w:rsidR="5A1F59E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</w:t>
            </w:r>
            <w:r w:rsidRPr="5BFFDEC0" w:rsidR="6A19D06C">
              <w:rPr>
                <w:rFonts w:ascii="Corbel" w:hAnsi="Corbel"/>
                <w:b w:val="0"/>
                <w:bCs w:val="0"/>
                <w:caps w:val="0"/>
                <w:smallCaps w:val="0"/>
              </w:rPr>
              <w:t>p</w:t>
            </w:r>
            <w:r w:rsidRPr="5BFFDEC0" w:rsidR="5A1F59E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osiada umiejętność wykorzystania </w:t>
            </w:r>
            <w:r w:rsidRPr="5BFFDEC0" w:rsidR="00153BA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zdobytej  wiedzy teoretycznej w </w:t>
            </w:r>
            <w:r w:rsidRPr="5BFFDEC0" w:rsidR="00153BAB">
              <w:rPr>
                <w:rFonts w:ascii="Corbel" w:hAnsi="Corbel"/>
                <w:b w:val="0"/>
                <w:bCs w:val="0"/>
                <w:caps w:val="0"/>
                <w:smallCaps w:val="0"/>
              </w:rPr>
              <w:t>zakresie technik organizatorskich i decyzyjnych, procesu decyzyj</w:t>
            </w:r>
            <w:r w:rsidRPr="5BFFDEC0" w:rsidR="00153BA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nego w administracji publicznej, </w:t>
            </w:r>
            <w:r w:rsidRPr="5BFFDEC0" w:rsidR="5A1F59E8">
              <w:rPr>
                <w:rFonts w:ascii="Corbel" w:hAnsi="Corbel"/>
                <w:b w:val="0"/>
                <w:bCs w:val="0"/>
                <w:caps w:val="0"/>
                <w:smallCaps w:val="0"/>
              </w:rPr>
              <w:t>do analizowania konkretnych procesów i zjaw</w:t>
            </w:r>
            <w:r w:rsidRPr="5BFFDEC0" w:rsidR="00153BAB">
              <w:rPr>
                <w:rFonts w:ascii="Corbel" w:hAnsi="Corbel"/>
                <w:b w:val="0"/>
                <w:bCs w:val="0"/>
                <w:caps w:val="0"/>
                <w:smallCaps w:val="0"/>
              </w:rPr>
              <w:t>isk społecznych w administracji</w:t>
            </w:r>
            <w:r w:rsidR="00153BAB">
              <w:rPr/>
              <w:t xml:space="preserve">     </w:t>
            </w:r>
          </w:p>
        </w:tc>
        <w:tc>
          <w:tcPr>
            <w:tcW w:w="1873" w:type="dxa"/>
            <w:tcMar/>
          </w:tcPr>
          <w:p w:rsidRPr="005339DC" w:rsidR="00067CB4" w:rsidP="004F279D" w:rsidRDefault="00067CB4" w14:paraId="1895CC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  <w:highlight w:val="yellow"/>
              </w:rPr>
            </w:pPr>
            <w:r w:rsidRPr="0094347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K_U02</w:t>
            </w:r>
          </w:p>
        </w:tc>
      </w:tr>
      <w:tr w:rsidRPr="0045317C" w:rsidR="004F279D" w:rsidTr="5BFFDEC0" w14:paraId="2ACCA8C5" w14:textId="77777777">
        <w:tc>
          <w:tcPr>
            <w:tcW w:w="1701" w:type="dxa"/>
            <w:tcMar/>
          </w:tcPr>
          <w:p w:rsidRPr="0045317C" w:rsidR="004F279D" w:rsidP="004F279D" w:rsidRDefault="004F279D" w14:paraId="36B8D6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69C3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  <w:tcMar/>
          </w:tcPr>
          <w:p w:rsidRPr="0045317C" w:rsidR="004F279D" w:rsidP="5BFFDEC0" w:rsidRDefault="003305E4" w14:paraId="6C056629" w14:textId="77777777" w14:noSpellErr="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5BFFDEC0" w:rsidR="6D383521">
              <w:rPr>
                <w:rFonts w:ascii="Corbel" w:hAnsi="Corbel"/>
                <w:sz w:val="24"/>
                <w:szCs w:val="24"/>
              </w:rPr>
              <w:t>Student</w:t>
            </w:r>
            <w:r w:rsidRPr="5BFFDEC0" w:rsidR="3FA1BBFE">
              <w:rPr>
                <w:rFonts w:ascii="Corbel" w:hAnsi="Corbel"/>
                <w:sz w:val="24"/>
                <w:szCs w:val="24"/>
              </w:rPr>
              <w:t xml:space="preserve"> p</w:t>
            </w:r>
            <w:r w:rsidRPr="5BFFDEC0" w:rsidR="5D871E4B">
              <w:rPr>
                <w:rFonts w:ascii="Corbel" w:hAnsi="Corbel"/>
                <w:sz w:val="24"/>
                <w:szCs w:val="24"/>
              </w:rPr>
              <w:t xml:space="preserve">otrafi </w:t>
            </w:r>
            <w:r w:rsidRPr="5BFFDEC0" w:rsidR="5D871E4B">
              <w:rPr>
                <w:rFonts w:ascii="Corbel" w:hAnsi="Corbel"/>
                <w:sz w:val="24"/>
                <w:szCs w:val="24"/>
              </w:rPr>
              <w:t>posługiwać się podstawową wiedzą teoretyczną w celu analizowania, interpretowania oraz projektowania strategii działań w administracji, potrafi znaleźć rozwiązania konkretnych problemów pojawiających się w stosowaniu przepisów prawnych i prognozować przebieg ich rozwiązywania oraz przewidywać skutki planowanych działań;</w:t>
            </w:r>
          </w:p>
        </w:tc>
        <w:tc>
          <w:tcPr>
            <w:tcW w:w="1873" w:type="dxa"/>
            <w:tcMar/>
          </w:tcPr>
          <w:p w:rsidRPr="005D4D11" w:rsidR="004F279D" w:rsidP="004F279D" w:rsidRDefault="003305E4" w14:paraId="262D16B3" w14:textId="77777777">
            <w:p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5D4D11">
              <w:rPr>
                <w:rFonts w:ascii="Corbel" w:hAnsi="Corbel"/>
                <w:color w:val="000000" w:themeColor="text1"/>
                <w:sz w:val="24"/>
                <w:szCs w:val="24"/>
              </w:rPr>
              <w:t>K_U05</w:t>
            </w:r>
          </w:p>
        </w:tc>
      </w:tr>
      <w:tr w:rsidRPr="0045317C" w:rsidR="003F5EBB" w:rsidTr="5BFFDEC0" w14:paraId="4B53919C" w14:textId="77777777">
        <w:tc>
          <w:tcPr>
            <w:tcW w:w="1701" w:type="dxa"/>
            <w:tcMar/>
          </w:tcPr>
          <w:p w:rsidRPr="0045317C" w:rsidR="003F5EBB" w:rsidP="004F279D" w:rsidRDefault="002769C3" w14:paraId="08735B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tcMar/>
          </w:tcPr>
          <w:p w:rsidRPr="0012758D" w:rsidR="003F5EBB" w:rsidP="5BFFDEC0" w:rsidRDefault="007C431E" w14:paraId="4C9B063D" w14:textId="77777777" w14:noSpellErr="1">
            <w:pPr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 w:rsidRPr="5BFFDEC0" w:rsidR="7B64EAFC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5BFFDEC0" w:rsidR="46BCABDA">
              <w:rPr>
                <w:rFonts w:ascii="Corbel" w:hAnsi="Corbel"/>
                <w:sz w:val="24"/>
                <w:szCs w:val="24"/>
              </w:rPr>
              <w:t xml:space="preserve">posiada umiejętność prowadzenia debaty, potrafi samodzielnie przygotować prace pisemne oraz wystąpienia ustne i prezentacje multimedialne, poświęcone konkretnemu zagadnieniu z zakresu </w:t>
            </w:r>
            <w:r w:rsidRPr="5BFFDEC0" w:rsidR="377D9C44">
              <w:rPr>
                <w:rFonts w:ascii="Corbel" w:hAnsi="Corbel"/>
                <w:sz w:val="24"/>
                <w:szCs w:val="24"/>
              </w:rPr>
              <w:t>z zakresu procesu decyzyjnego i jego etapów, delegowania uprawnień decyzyjnych,</w:t>
            </w:r>
            <w:r w:rsidR="66130BA2">
              <w:rPr/>
              <w:t xml:space="preserve"> </w:t>
            </w:r>
            <w:r w:rsidRPr="5BFFDEC0" w:rsidR="66130BA2">
              <w:rPr>
                <w:rFonts w:ascii="Corbel" w:hAnsi="Corbel"/>
                <w:sz w:val="24"/>
                <w:szCs w:val="24"/>
              </w:rPr>
              <w:t>ustaleniem kryterió</w:t>
            </w:r>
            <w:r w:rsidRPr="5BFFDEC0" w:rsidR="66130BA2">
              <w:rPr>
                <w:rFonts w:ascii="Corbel" w:hAnsi="Corbel"/>
                <w:sz w:val="24"/>
                <w:szCs w:val="24"/>
              </w:rPr>
              <w:t>w podejmowania decyzji,</w:t>
            </w:r>
            <w:r w:rsidRPr="5BFFDEC0" w:rsidR="377D9C44">
              <w:rPr>
                <w:rFonts w:ascii="Corbel" w:hAnsi="Corbel"/>
                <w:sz w:val="24"/>
                <w:szCs w:val="24"/>
              </w:rPr>
              <w:t xml:space="preserve"> deliberatywnych metod podejmowania decyzji</w:t>
            </w:r>
            <w:r w:rsidRPr="5BFFDEC0" w:rsidR="46BCABDA">
              <w:rPr>
                <w:rFonts w:ascii="Corbel" w:hAnsi="Corbel"/>
                <w:sz w:val="24"/>
                <w:szCs w:val="24"/>
              </w:rPr>
              <w:t xml:space="preserve"> z wykorzystaniem ujęć teoretycznych, a także różnych źródeł;</w:t>
            </w:r>
          </w:p>
        </w:tc>
        <w:tc>
          <w:tcPr>
            <w:tcW w:w="1873" w:type="dxa"/>
            <w:tcMar/>
          </w:tcPr>
          <w:p w:rsidRPr="00132B6A" w:rsidR="003F5EBB" w:rsidP="004F279D" w:rsidRDefault="00B21033" w14:paraId="724B3C42" w14:textId="77777777">
            <w:pPr>
              <w:rPr>
                <w:rFonts w:ascii="Corbel" w:hAnsi="Corbel"/>
                <w:color w:val="FF0000"/>
                <w:sz w:val="24"/>
                <w:szCs w:val="24"/>
              </w:rPr>
            </w:pPr>
            <w:r w:rsidRPr="00132B6A">
              <w:rPr>
                <w:rFonts w:ascii="Corbel" w:hAnsi="Corbel"/>
                <w:color w:val="000000" w:themeColor="text1"/>
                <w:sz w:val="24"/>
                <w:szCs w:val="24"/>
              </w:rPr>
              <w:t>K_U07</w:t>
            </w:r>
          </w:p>
        </w:tc>
      </w:tr>
      <w:tr w:rsidRPr="0045317C" w:rsidR="009559DB" w:rsidTr="5BFFDEC0" w14:paraId="2B3EB7E8" w14:textId="77777777">
        <w:tc>
          <w:tcPr>
            <w:tcW w:w="1701" w:type="dxa"/>
            <w:tcMar/>
          </w:tcPr>
          <w:p w:rsidRPr="0045317C" w:rsidR="009559DB" w:rsidP="004F279D" w:rsidRDefault="002769C3" w14:paraId="6005DB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  <w:tcMar/>
          </w:tcPr>
          <w:p w:rsidR="00AF0044" w:rsidP="5BFFDEC0" w:rsidRDefault="00B05D0C" w14:paraId="5BB7F378" w14:textId="77777777" w14:noSpellErr="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5BFFDEC0" w:rsidR="4FC046A5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5BFFDEC0" w:rsidR="745FA119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5BFFDEC0" w:rsidR="745FA119">
              <w:rPr>
                <w:rFonts w:ascii="Corbel" w:hAnsi="Corbel"/>
                <w:sz w:val="24"/>
                <w:szCs w:val="24"/>
              </w:rPr>
              <w:t>wypełniania zobowiązań społecznych oraz samodzielnego lub zespołowego przygotowywania projektów społecznych;</w:t>
            </w:r>
          </w:p>
        </w:tc>
        <w:tc>
          <w:tcPr>
            <w:tcW w:w="1873" w:type="dxa"/>
            <w:tcMar/>
          </w:tcPr>
          <w:p w:rsidR="009559DB" w:rsidP="004F279D" w:rsidRDefault="009559DB" w14:paraId="3B0433A9" w14:textId="77777777">
            <w:pPr>
              <w:rPr>
                <w:rFonts w:ascii="Corbel" w:hAnsi="Corbel"/>
                <w:sz w:val="24"/>
                <w:szCs w:val="24"/>
              </w:rPr>
            </w:pPr>
            <w:r w:rsidRPr="009559DB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_K03</w:t>
            </w:r>
          </w:p>
        </w:tc>
      </w:tr>
      <w:tr w:rsidRPr="0045317C" w:rsidR="009559DB" w:rsidTr="5BFFDEC0" w14:paraId="3352D0C4" w14:textId="77777777">
        <w:tc>
          <w:tcPr>
            <w:tcW w:w="1701" w:type="dxa"/>
            <w:tcMar/>
          </w:tcPr>
          <w:p w:rsidRPr="0045317C" w:rsidR="009559DB" w:rsidP="004F279D" w:rsidRDefault="002769C3" w14:paraId="20220D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  <w:tcMar/>
          </w:tcPr>
          <w:p w:rsidR="009559DB" w:rsidP="5BFFDEC0" w:rsidRDefault="00B05D0C" w14:paraId="555EA0A0" w14:textId="77777777" w14:noSpellErr="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5BFFDEC0" w:rsidR="4FC046A5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5BFFDEC0" w:rsidR="745FA119">
              <w:rPr>
                <w:rFonts w:ascii="Corbel" w:hAnsi="Corbel"/>
                <w:sz w:val="24"/>
                <w:szCs w:val="24"/>
              </w:rPr>
              <w:t xml:space="preserve">jest gotów  do </w:t>
            </w:r>
            <w:r w:rsidRPr="5BFFDEC0" w:rsidR="745FA119">
              <w:rPr>
                <w:rFonts w:ascii="Corbel" w:hAnsi="Corbel"/>
                <w:sz w:val="24"/>
                <w:szCs w:val="24"/>
              </w:rPr>
              <w:t>przedsiębiorczego i kreatywnego myślenia oraz działania z wykorzystaniem wiedzy zdobytej w trakcie studiów;</w:t>
            </w:r>
          </w:p>
        </w:tc>
        <w:tc>
          <w:tcPr>
            <w:tcW w:w="1873" w:type="dxa"/>
            <w:tcMar/>
          </w:tcPr>
          <w:p w:rsidR="009559DB" w:rsidP="004F279D" w:rsidRDefault="009559DB" w14:paraId="2A44FAB6" w14:textId="7777777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  <w:tr w:rsidRPr="0045317C" w:rsidR="003305E4" w:rsidTr="5BFFDEC0" w14:paraId="2B661945" w14:textId="77777777">
        <w:tc>
          <w:tcPr>
            <w:tcW w:w="1701" w:type="dxa"/>
            <w:tcMar/>
          </w:tcPr>
          <w:p w:rsidRPr="0045317C" w:rsidR="003305E4" w:rsidP="004F279D" w:rsidRDefault="003305E4" w14:paraId="0B1FAE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69C3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6096" w:type="dxa"/>
            <w:tcMar/>
          </w:tcPr>
          <w:p w:rsidRPr="0045317C" w:rsidR="003305E4" w:rsidP="5BFFDEC0" w:rsidRDefault="00B05D0C" w14:paraId="598829AC" w14:textId="77777777" w14:noSpellErr="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5BFFDEC0" w:rsidR="4FC046A5">
              <w:rPr>
                <w:rFonts w:ascii="Corbel" w:hAnsi="Corbel"/>
                <w:sz w:val="24"/>
                <w:szCs w:val="24"/>
              </w:rPr>
              <w:t xml:space="preserve">Student  </w:t>
            </w:r>
            <w:r w:rsidRPr="5BFFDEC0" w:rsidR="66130BA2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5BFFDEC0" w:rsidR="66130BA2">
              <w:rPr>
                <w:rFonts w:ascii="Corbel" w:hAnsi="Corbel"/>
                <w:sz w:val="24"/>
                <w:szCs w:val="24"/>
              </w:rPr>
              <w:t>odpowiedzialnego pełnienia różnych ról zawodowych w organach administracji z dochowaniem wszelkich standardów i zasad etyki zawodowej oraz dbałości o nie.</w:t>
            </w:r>
          </w:p>
        </w:tc>
        <w:tc>
          <w:tcPr>
            <w:tcW w:w="1873" w:type="dxa"/>
            <w:tcMar/>
          </w:tcPr>
          <w:p w:rsidR="003305E4" w:rsidP="004F279D" w:rsidRDefault="00043173" w14:paraId="57B3938F" w14:textId="7777777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6E0834">
              <w:rPr>
                <w:rFonts w:ascii="Corbel" w:hAnsi="Corbel"/>
                <w:sz w:val="24"/>
                <w:szCs w:val="24"/>
              </w:rPr>
              <w:t>_K06</w:t>
            </w:r>
          </w:p>
          <w:p w:rsidRPr="0045317C" w:rsidR="00132B6A" w:rsidP="004F279D" w:rsidRDefault="00132B6A" w14:paraId="1F30BA41" w14:textId="77777777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45317C" w:rsidR="0085747A" w:rsidP="009C54AE" w:rsidRDefault="0085747A" w14:paraId="06E434C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45317C" w:rsidR="0085747A" w:rsidP="009C54AE" w:rsidRDefault="00675843" w14:paraId="7BC8649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5317C">
        <w:rPr>
          <w:rFonts w:ascii="Corbel" w:hAnsi="Corbel"/>
          <w:b/>
          <w:sz w:val="24"/>
          <w:szCs w:val="24"/>
        </w:rPr>
        <w:t>3.3</w:t>
      </w:r>
      <w:r w:rsidRPr="0045317C" w:rsidR="001D7B54">
        <w:rPr>
          <w:rFonts w:ascii="Corbel" w:hAnsi="Corbel"/>
          <w:b/>
          <w:sz w:val="24"/>
          <w:szCs w:val="24"/>
        </w:rPr>
        <w:t xml:space="preserve"> </w:t>
      </w:r>
      <w:r w:rsidRPr="0045317C" w:rsidR="0085747A">
        <w:rPr>
          <w:rFonts w:ascii="Corbel" w:hAnsi="Corbel"/>
          <w:b/>
          <w:sz w:val="24"/>
          <w:szCs w:val="24"/>
        </w:rPr>
        <w:t>T</w:t>
      </w:r>
      <w:r w:rsidRPr="0045317C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45317C" w:rsidR="007327BD">
        <w:rPr>
          <w:rFonts w:ascii="Corbel" w:hAnsi="Corbel"/>
          <w:sz w:val="24"/>
          <w:szCs w:val="24"/>
        </w:rPr>
        <w:t xml:space="preserve">  </w:t>
      </w:r>
    </w:p>
    <w:p w:rsidRPr="00847221" w:rsidR="00847221" w:rsidP="00847221" w:rsidRDefault="00847221" w14:paraId="51C6FF11" w14:textId="77777777">
      <w:pPr>
        <w:rPr>
          <w:rFonts w:ascii="Corbel" w:hAnsi="Corbel"/>
          <w:sz w:val="24"/>
          <w:szCs w:val="24"/>
        </w:rPr>
      </w:pPr>
      <w:r w:rsidRPr="5BFFDEC0" w:rsidR="00847221">
        <w:rPr>
          <w:rFonts w:ascii="Corbel" w:hAnsi="Corbel"/>
          <w:sz w:val="24"/>
          <w:szCs w:val="24"/>
        </w:rPr>
        <w:t xml:space="preserve"> </w:t>
      </w:r>
      <w:r w:rsidRPr="5BFFDEC0" w:rsidR="00847221">
        <w:rPr>
          <w:rFonts w:ascii="Corbel" w:hAnsi="Corbel"/>
          <w:sz w:val="24"/>
          <w:szCs w:val="24"/>
        </w:rPr>
        <w:t>A.</w:t>
      </w:r>
      <w:r>
        <w:tab/>
      </w:r>
      <w:r w:rsidRPr="5BFFDEC0" w:rsidR="00847221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5317C" w:rsidR="0085747A" w:rsidTr="5BFFDEC0" w14:paraId="0A3D3337" w14:textId="77777777">
        <w:tc>
          <w:tcPr>
            <w:tcW w:w="9639" w:type="dxa"/>
            <w:tcMar/>
          </w:tcPr>
          <w:p w:rsidRPr="0045317C" w:rsidR="0085747A" w:rsidP="009C54AE" w:rsidRDefault="0085747A" w14:paraId="1BF1119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45317C" w:rsidR="0085747A" w:rsidTr="5BFFDEC0" w14:paraId="5336D20C" w14:textId="77777777">
        <w:tc>
          <w:tcPr>
            <w:tcW w:w="9639" w:type="dxa"/>
            <w:tcMar/>
          </w:tcPr>
          <w:p w:rsidRPr="0045317C" w:rsidR="0085747A" w:rsidP="003305E4" w:rsidRDefault="00043173" w14:paraId="68E2788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8F3B99">
              <w:rPr>
                <w:rFonts w:ascii="Corbel" w:hAnsi="Corbel"/>
                <w:sz w:val="24"/>
                <w:szCs w:val="24"/>
              </w:rPr>
              <w:t xml:space="preserve">łożoność </w:t>
            </w:r>
            <w:r w:rsidRPr="00043173">
              <w:rPr>
                <w:rFonts w:ascii="Corbel" w:hAnsi="Corbel"/>
                <w:sz w:val="24"/>
                <w:szCs w:val="24"/>
              </w:rPr>
              <w:t>działań decyzyjnych administracji publicznej</w:t>
            </w:r>
            <w:r w:rsidR="008F3B9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45317C" w:rsidR="0085747A" w:rsidTr="5BFFDEC0" w14:paraId="18704E17" w14:textId="77777777">
        <w:tc>
          <w:tcPr>
            <w:tcW w:w="9639" w:type="dxa"/>
            <w:tcMar/>
          </w:tcPr>
          <w:p w:rsidRPr="0045317C" w:rsidR="0085747A" w:rsidP="008F3B99" w:rsidRDefault="00BF0347" w14:paraId="7924EBA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Podstawowe pojęcia –decydowanie, decyzja, decydent, system decyzyjny, technika decyzyjna</w:t>
            </w:r>
            <w:r w:rsidRPr="0045317C" w:rsidR="00A734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45317C" w:rsidR="0085747A" w:rsidTr="5BFFDEC0" w14:paraId="246A881A" w14:textId="77777777">
        <w:trPr>
          <w:trHeight w:val="431"/>
        </w:trPr>
        <w:tc>
          <w:tcPr>
            <w:tcW w:w="9639" w:type="dxa"/>
            <w:tcMar/>
          </w:tcPr>
          <w:p w:rsidRPr="0045317C" w:rsidR="0085747A" w:rsidP="000410E5" w:rsidRDefault="00BF0347" w14:paraId="277090A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Typy i modele decyzji.</w:t>
            </w:r>
            <w:r w:rsidRPr="0045317C" w:rsidR="00A73432">
              <w:rPr>
                <w:rFonts w:ascii="Corbel" w:hAnsi="Corbel"/>
                <w:sz w:val="24"/>
                <w:szCs w:val="24"/>
              </w:rPr>
              <w:t xml:space="preserve"> Decyzje kolektywne.</w:t>
            </w:r>
          </w:p>
        </w:tc>
      </w:tr>
      <w:tr w:rsidRPr="0045317C" w:rsidR="000410E5" w:rsidTr="5BFFDEC0" w14:paraId="1D8C2722" w14:textId="77777777">
        <w:tc>
          <w:tcPr>
            <w:tcW w:w="9639" w:type="dxa"/>
            <w:tcMar/>
          </w:tcPr>
          <w:p w:rsidRPr="0045317C" w:rsidR="000410E5" w:rsidP="000410E5" w:rsidRDefault="00BF0347" w14:paraId="25F405B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Proces decyzyjny. Etapy procesu decyzyjnego.</w:t>
            </w:r>
          </w:p>
        </w:tc>
      </w:tr>
      <w:tr w:rsidRPr="0045317C" w:rsidR="000410E5" w:rsidTr="5BFFDEC0" w14:paraId="5A41AD2F" w14:textId="77777777">
        <w:tc>
          <w:tcPr>
            <w:tcW w:w="9639" w:type="dxa"/>
            <w:tcMar/>
          </w:tcPr>
          <w:p w:rsidRPr="0045317C" w:rsidR="000410E5" w:rsidP="000410E5" w:rsidRDefault="00BF0347" w14:paraId="24C5FB2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Delegowanie uprawnień decyzyjnych.</w:t>
            </w:r>
          </w:p>
        </w:tc>
      </w:tr>
      <w:tr w:rsidRPr="0045317C" w:rsidR="00BF0347" w:rsidTr="5BFFDEC0" w14:paraId="56E6D980" w14:textId="77777777">
        <w:tc>
          <w:tcPr>
            <w:tcW w:w="9639" w:type="dxa"/>
            <w:tcMar/>
          </w:tcPr>
          <w:p w:rsidRPr="0045317C" w:rsidR="00BF0347" w:rsidP="000410E5" w:rsidRDefault="00BF0347" w14:paraId="249DDAF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Rola konsultacji w procesie decyzyjnym.</w:t>
            </w:r>
          </w:p>
        </w:tc>
      </w:tr>
      <w:tr w:rsidRPr="0045317C" w:rsidR="009D1BDB" w:rsidTr="5BFFDEC0" w14:paraId="49284FD8" w14:textId="77777777">
        <w:tc>
          <w:tcPr>
            <w:tcW w:w="9639" w:type="dxa"/>
            <w:tcMar/>
          </w:tcPr>
          <w:p w:rsidRPr="0045317C" w:rsidR="009D1BDB" w:rsidP="000410E5" w:rsidRDefault="009D1BDB" w14:paraId="7132E92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Deliberatywne  metody podejmowanie decyzji publicznych.</w:t>
            </w:r>
          </w:p>
        </w:tc>
      </w:tr>
      <w:tr w:rsidRPr="0045317C" w:rsidR="00F233CD" w:rsidTr="5BFFDEC0" w14:paraId="54E60656" w14:textId="77777777">
        <w:tc>
          <w:tcPr>
            <w:tcW w:w="9639" w:type="dxa"/>
            <w:tcMar/>
          </w:tcPr>
          <w:p w:rsidRPr="0045317C" w:rsidR="00F233CD" w:rsidP="000410E5" w:rsidRDefault="00F233CD" w14:paraId="2A8BEBE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Decydowanie w warunkach niepewności.</w:t>
            </w:r>
          </w:p>
        </w:tc>
      </w:tr>
      <w:tr w:rsidRPr="0045317C" w:rsidR="003948E4" w:rsidTr="5BFFDEC0" w14:paraId="3B3E0DC4" w14:textId="77777777">
        <w:trPr>
          <w:trHeight w:val="540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00F" w:rsidR="003948E4" w:rsidP="009C500F" w:rsidRDefault="003948E4" w14:paraId="178DF007" w14:textId="77777777">
            <w:pPr>
              <w:rPr>
                <w:rFonts w:ascii="Corbel" w:hAnsi="Corbel"/>
                <w:sz w:val="24"/>
                <w:szCs w:val="24"/>
              </w:rPr>
            </w:pPr>
            <w:r w:rsidRPr="009C500F">
              <w:rPr>
                <w:rFonts w:ascii="Corbel" w:hAnsi="Corbel"/>
                <w:sz w:val="24"/>
                <w:szCs w:val="24"/>
              </w:rPr>
              <w:t>Decydowanie i organizowanie a kierowanie i  kierownictwo w administracji publicznej.</w:t>
            </w:r>
          </w:p>
        </w:tc>
      </w:tr>
      <w:tr w:rsidRPr="0045317C" w:rsidR="003948E4" w:rsidTr="5BFFDEC0" w14:paraId="4396E865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5317C" w:rsidR="003948E4" w:rsidP="000D0429" w:rsidRDefault="003948E4" w14:paraId="56A2EE2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Podstawowe pojęcia –decydowanie, decyzja, decydent, system decyzyjny, technika decyzyjna.</w:t>
            </w:r>
          </w:p>
        </w:tc>
      </w:tr>
      <w:tr w:rsidRPr="0045317C" w:rsidR="003948E4" w:rsidTr="5BFFDEC0" w14:paraId="2C054346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5317C" w:rsidR="003948E4" w:rsidP="000D0429" w:rsidRDefault="003948E4" w14:paraId="0F5E343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Typologia decyzji.</w:t>
            </w:r>
          </w:p>
        </w:tc>
      </w:tr>
      <w:tr w:rsidR="003948E4" w:rsidTr="5BFFDEC0" w14:paraId="55AA860D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948E4" w:rsidP="000D0429" w:rsidRDefault="003948E4" w14:paraId="60F2977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Delegowanie uprawnień decyzyjnych.  </w:t>
            </w:r>
          </w:p>
        </w:tc>
      </w:tr>
      <w:tr w:rsidR="003948E4" w:rsidTr="5BFFDEC0" w14:paraId="47504D4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948E4" w:rsidP="000D0429" w:rsidRDefault="003948E4" w14:paraId="09E593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1BDB">
              <w:rPr>
                <w:rFonts w:ascii="Corbel" w:hAnsi="Corbel"/>
                <w:sz w:val="24"/>
                <w:szCs w:val="24"/>
              </w:rPr>
              <w:t>Udział podwładnych w procesie decydowania. Grupowe podejmowanie decyzji.</w:t>
            </w:r>
          </w:p>
        </w:tc>
      </w:tr>
      <w:tr w:rsidR="003948E4" w:rsidTr="5BFFDEC0" w14:paraId="54788353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948E4" w:rsidP="000D0429" w:rsidRDefault="003948E4" w14:paraId="6EB297D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konsultantów w procesie decydowania.</w:t>
            </w:r>
          </w:p>
        </w:tc>
      </w:tr>
      <w:tr w:rsidRPr="0045317C" w:rsidR="003948E4" w:rsidTr="5BFFDEC0" w14:paraId="3E882B2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5317C" w:rsidR="003948E4" w:rsidP="000D0429" w:rsidRDefault="003948E4" w14:paraId="2E52EE2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3B99">
              <w:rPr>
                <w:rFonts w:ascii="Corbel" w:hAnsi="Corbel"/>
                <w:sz w:val="24"/>
                <w:szCs w:val="24"/>
              </w:rPr>
              <w:t>Struktura procesu decyzyjnego.</w:t>
            </w:r>
          </w:p>
        </w:tc>
      </w:tr>
      <w:tr w:rsidRPr="0045317C" w:rsidR="003948E4" w:rsidTr="5BFFDEC0" w14:paraId="1B633440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5317C" w:rsidR="003948E4" w:rsidP="000D0429" w:rsidRDefault="003948E4" w14:paraId="08ED871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 wypracowanie kierunków działania.</w:t>
            </w:r>
          </w:p>
        </w:tc>
      </w:tr>
      <w:tr w:rsidR="003948E4" w:rsidTr="5BFFDEC0" w14:paraId="4E42C7B0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948E4" w:rsidP="000D0429" w:rsidRDefault="003948E4" w14:paraId="47D841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i wybór kierunków działania.</w:t>
            </w:r>
          </w:p>
        </w:tc>
      </w:tr>
    </w:tbl>
    <w:p w:rsidRPr="0045317C" w:rsidR="0085747A" w:rsidP="009C54AE" w:rsidRDefault="0085747A" w14:paraId="72F37C3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45317C" w:rsidR="0085747A" w:rsidP="009C54AE" w:rsidRDefault="009F4610" w14:paraId="20B39460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5BFFDEC0" w:rsidR="009F4610">
        <w:rPr>
          <w:rFonts w:ascii="Corbel" w:hAnsi="Corbel"/>
          <w:caps w:val="0"/>
          <w:smallCaps w:val="0"/>
        </w:rPr>
        <w:t>3.4 Metody dydaktyczne</w:t>
      </w:r>
      <w:r w:rsidRPr="5BFFDEC0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Pr="0045317C" w:rsidR="00882918" w:rsidP="00882918" w:rsidRDefault="00153BAB" w14:paraId="2A7AB233" w14:textId="77777777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prezentacja multimedialna</w:t>
      </w:r>
      <w:r w:rsidR="00651FFE">
        <w:rPr>
          <w:rFonts w:ascii="Corbel" w:hAnsi="Corbel"/>
          <w:b w:val="0"/>
          <w:smallCaps w:val="0"/>
          <w:szCs w:val="24"/>
        </w:rPr>
        <w:t>, dyskusja, analiza przypadków.</w:t>
      </w:r>
    </w:p>
    <w:p w:rsidRPr="0045317C" w:rsidR="0085747A" w:rsidP="00882918" w:rsidRDefault="0085747A" w14:paraId="40131A8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5317C" w:rsidR="0085747A" w:rsidP="009C54AE" w:rsidRDefault="00C61DC5" w14:paraId="596A7FE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29073965" w:rsidR="00C61DC5">
        <w:rPr>
          <w:rFonts w:ascii="Corbel" w:hAnsi="Corbel"/>
          <w:caps w:val="0"/>
          <w:smallCaps w:val="0"/>
        </w:rPr>
        <w:t xml:space="preserve">4. </w:t>
      </w:r>
      <w:r w:rsidRPr="29073965" w:rsidR="0085747A">
        <w:rPr>
          <w:rFonts w:ascii="Corbel" w:hAnsi="Corbel"/>
          <w:caps w:val="0"/>
          <w:smallCaps w:val="0"/>
        </w:rPr>
        <w:t>METODY I KRYTERIA OCENY</w:t>
      </w:r>
      <w:r w:rsidRPr="29073965" w:rsidR="009F4610">
        <w:rPr>
          <w:rFonts w:ascii="Corbel" w:hAnsi="Corbel"/>
          <w:caps w:val="0"/>
          <w:smallCaps w:val="0"/>
        </w:rPr>
        <w:t xml:space="preserve"> </w:t>
      </w:r>
    </w:p>
    <w:p w:rsidRPr="0045317C" w:rsidR="00A73432" w:rsidP="29073965" w:rsidRDefault="00A73432" w14:paraId="1E93C669" w14:textId="63340F09">
      <w:pPr>
        <w:pStyle w:val="Punktygwne"/>
        <w:spacing w:before="240" w:after="60" w:line="240" w:lineRule="auto"/>
        <w:ind w:left="426"/>
        <w:rPr>
          <w:rFonts w:ascii="Corbel" w:hAnsi="Corbel" w:eastAsia="Corbel" w:cs="Corbel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4"/>
          <w:szCs w:val="24"/>
          <w:lang w:val="pl-PL"/>
        </w:rPr>
      </w:pPr>
      <w:r w:rsidRPr="29073965" w:rsidR="6AEEC682">
        <w:rPr>
          <w:rFonts w:ascii="Corbel" w:hAnsi="Corbel" w:eastAsia="Corbel" w:cs="Corbe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4.1 Sposoby weryfikacji efektów uczenia się</w:t>
      </w:r>
    </w:p>
    <w:p w:rsidRPr="0045317C" w:rsidR="00A73432" w:rsidP="29073965" w:rsidRDefault="00A73432" w14:paraId="10476C5E" w14:textId="00047510">
      <w:pPr>
        <w:spacing w:before="240" w:after="60" w:line="240" w:lineRule="auto"/>
        <w:ind/>
        <w:rPr>
          <w:rFonts w:ascii="Corbel" w:hAnsi="Corbel" w:eastAsia="Corbel" w:cs="Corbel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4"/>
          <w:szCs w:val="24"/>
          <w:lang w:val="pl-PL"/>
        </w:rPr>
      </w:pPr>
    </w:p>
    <w:tbl>
      <w:tblPr>
        <w:tblStyle w:val="Standardowy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1950"/>
        <w:gridCol w:w="5430"/>
        <w:gridCol w:w="2115"/>
      </w:tblGrid>
      <w:tr w:rsidR="29073965" w:rsidTr="29073965" w14:paraId="3BC5FE17">
        <w:tc>
          <w:tcPr>
            <w:tcW w:w="195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29073965" w:rsidP="29073965" w:rsidRDefault="29073965" w14:paraId="49F5049B" w14:textId="693A925E">
            <w:pPr>
              <w:pStyle w:val="Punktygwne"/>
              <w:spacing w:before="240" w:after="60" w:line="240" w:lineRule="auto"/>
              <w:jc w:val="center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sz w:val="24"/>
                <w:szCs w:val="24"/>
              </w:rPr>
            </w:pPr>
            <w:r w:rsidRPr="29073965" w:rsidR="2907396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sz w:val="24"/>
                <w:szCs w:val="24"/>
                <w:lang w:val="pl-PL"/>
              </w:rPr>
              <w:t>Symbol efektu</w:t>
            </w:r>
          </w:p>
        </w:tc>
        <w:tc>
          <w:tcPr>
            <w:tcW w:w="54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29073965" w:rsidP="29073965" w:rsidRDefault="29073965" w14:paraId="277EF41E" w14:textId="360F7350">
            <w:pPr>
              <w:pStyle w:val="Punktygwne"/>
              <w:spacing w:before="240" w:after="60" w:line="240" w:lineRule="auto"/>
              <w:jc w:val="center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29073965" w:rsidR="2907396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Metody oceny efektów uczenia się </w:t>
            </w:r>
          </w:p>
          <w:p w:rsidR="29073965" w:rsidP="29073965" w:rsidRDefault="29073965" w14:paraId="6E4F46B7" w14:textId="2E7E1B5C">
            <w:pPr>
              <w:pStyle w:val="Punktygwne"/>
              <w:spacing w:before="240" w:after="60" w:line="240" w:lineRule="auto"/>
              <w:jc w:val="center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29073965" w:rsidR="2907396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(np.: kolokwium, egzamin ustny, egzamin pisemny, projekt, sprawozdanie, obserwacja w trakcie zajęć)</w:t>
            </w:r>
          </w:p>
        </w:tc>
        <w:tc>
          <w:tcPr>
            <w:tcW w:w="211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29073965" w:rsidP="29073965" w:rsidRDefault="29073965" w14:paraId="2F61669D" w14:textId="7716330C">
            <w:pPr>
              <w:pStyle w:val="Punktygwne"/>
              <w:spacing w:before="240" w:after="60" w:line="240" w:lineRule="auto"/>
              <w:jc w:val="center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sz w:val="24"/>
                <w:szCs w:val="24"/>
              </w:rPr>
            </w:pPr>
            <w:r w:rsidRPr="29073965" w:rsidR="2907396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sz w:val="24"/>
                <w:szCs w:val="24"/>
                <w:lang w:val="pl-PL"/>
              </w:rPr>
              <w:t xml:space="preserve">Forma zajęć dydaktycznych </w:t>
            </w:r>
          </w:p>
          <w:p w:rsidR="29073965" w:rsidP="29073965" w:rsidRDefault="29073965" w14:paraId="0E95333E" w14:textId="061A5CA4">
            <w:pPr>
              <w:pStyle w:val="Punktygwne"/>
              <w:spacing w:before="240" w:after="60" w:line="240" w:lineRule="auto"/>
              <w:jc w:val="center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sz w:val="24"/>
                <w:szCs w:val="24"/>
              </w:rPr>
            </w:pPr>
            <w:r w:rsidRPr="29073965" w:rsidR="2907396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sz w:val="24"/>
                <w:szCs w:val="24"/>
                <w:lang w:val="pl-PL"/>
              </w:rPr>
              <w:t>(w, ćw, …)</w:t>
            </w:r>
          </w:p>
        </w:tc>
      </w:tr>
      <w:tr w:rsidR="29073965" w:rsidTr="29073965" w14:paraId="5F5318C9">
        <w:tc>
          <w:tcPr>
            <w:tcW w:w="195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308C0F55" w14:textId="2BEFBC25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sz w:val="24"/>
                <w:szCs w:val="24"/>
              </w:rPr>
            </w:pPr>
            <w:r w:rsidRPr="29073965" w:rsidR="2907396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sz w:val="24"/>
                <w:szCs w:val="24"/>
                <w:lang w:val="pl-PL"/>
              </w:rPr>
              <w:t>EK_01</w:t>
            </w:r>
          </w:p>
        </w:tc>
        <w:tc>
          <w:tcPr>
            <w:tcW w:w="54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018911D2" w14:textId="3C730450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29073965" w:rsidR="2907396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>zaliczenie, obserwacja w trakcie zajęć</w:t>
            </w:r>
          </w:p>
        </w:tc>
        <w:tc>
          <w:tcPr>
            <w:tcW w:w="211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5DE74D7B" w14:textId="54894804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29073965" w:rsidR="2907396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>konw.</w:t>
            </w:r>
          </w:p>
        </w:tc>
      </w:tr>
      <w:tr w:rsidR="29073965" w:rsidTr="29073965" w14:paraId="6FA22216">
        <w:tc>
          <w:tcPr>
            <w:tcW w:w="195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0EF11EB9" w14:textId="2971EC14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sz w:val="24"/>
                <w:szCs w:val="24"/>
              </w:rPr>
            </w:pPr>
            <w:r w:rsidRPr="29073965" w:rsidR="2907396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sz w:val="24"/>
                <w:szCs w:val="24"/>
                <w:lang w:val="pl-PL"/>
              </w:rPr>
              <w:t>EK_02</w:t>
            </w:r>
          </w:p>
        </w:tc>
        <w:tc>
          <w:tcPr>
            <w:tcW w:w="54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5DADF4BB" w14:textId="0385F68A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29073965" w:rsidR="2907396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>zaliczenie, obserwacja w trakcie zajęć</w:t>
            </w:r>
          </w:p>
        </w:tc>
        <w:tc>
          <w:tcPr>
            <w:tcW w:w="211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2AFAC706" w14:textId="4880B509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29073965" w:rsidR="2907396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>konw.</w:t>
            </w:r>
          </w:p>
        </w:tc>
      </w:tr>
      <w:tr w:rsidR="29073965" w:rsidTr="29073965" w14:paraId="1C973159">
        <w:tc>
          <w:tcPr>
            <w:tcW w:w="195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0D8B35D3" w14:textId="3AEC88D5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sz w:val="24"/>
                <w:szCs w:val="24"/>
              </w:rPr>
            </w:pPr>
            <w:r w:rsidRPr="29073965" w:rsidR="2907396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sz w:val="24"/>
                <w:szCs w:val="24"/>
                <w:lang w:val="pl-PL"/>
              </w:rPr>
              <w:t>EK_03</w:t>
            </w:r>
          </w:p>
        </w:tc>
        <w:tc>
          <w:tcPr>
            <w:tcW w:w="54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707E82BB" w14:textId="319C751C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29073965" w:rsidR="2907396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>zaliczenie, obserwacja w trakcie zajęć</w:t>
            </w:r>
          </w:p>
        </w:tc>
        <w:tc>
          <w:tcPr>
            <w:tcW w:w="211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474D8D69" w14:textId="05695330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29073965" w:rsidR="2907396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>konw.</w:t>
            </w:r>
          </w:p>
        </w:tc>
      </w:tr>
      <w:tr w:rsidR="29073965" w:rsidTr="29073965" w14:paraId="5578DD4C">
        <w:tc>
          <w:tcPr>
            <w:tcW w:w="195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5E5609F7" w14:textId="1A5313A7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sz w:val="24"/>
                <w:szCs w:val="24"/>
              </w:rPr>
            </w:pPr>
            <w:r w:rsidRPr="29073965" w:rsidR="2907396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sz w:val="24"/>
                <w:szCs w:val="24"/>
                <w:lang w:val="pl-PL"/>
              </w:rPr>
              <w:t>EK_04</w:t>
            </w:r>
          </w:p>
        </w:tc>
        <w:tc>
          <w:tcPr>
            <w:tcW w:w="54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2DCADCBC" w14:textId="386A2487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29073965" w:rsidR="2907396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>zaliczenie, obserwacja w trakcie zajęć</w:t>
            </w:r>
          </w:p>
        </w:tc>
        <w:tc>
          <w:tcPr>
            <w:tcW w:w="211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4BEDA994" w14:textId="7DC7CDB0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29073965" w:rsidR="2907396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>konw.</w:t>
            </w:r>
          </w:p>
        </w:tc>
      </w:tr>
      <w:tr w:rsidR="29073965" w:rsidTr="29073965" w14:paraId="065BEAA0">
        <w:tc>
          <w:tcPr>
            <w:tcW w:w="195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2FC490F4" w14:textId="25EDC70C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sz w:val="24"/>
                <w:szCs w:val="24"/>
              </w:rPr>
            </w:pPr>
            <w:r w:rsidRPr="29073965" w:rsidR="2907396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sz w:val="24"/>
                <w:szCs w:val="24"/>
                <w:lang w:val="pl-PL"/>
              </w:rPr>
              <w:t>EK_05</w:t>
            </w:r>
          </w:p>
        </w:tc>
        <w:tc>
          <w:tcPr>
            <w:tcW w:w="54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1D32F7F3" w14:textId="261FBD79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29073965" w:rsidR="2907396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>zaliczenie, obserwacja w trakcie zajęć</w:t>
            </w:r>
          </w:p>
        </w:tc>
        <w:tc>
          <w:tcPr>
            <w:tcW w:w="211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3B5CD826" w14:textId="0DD7254F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29073965" w:rsidR="2907396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>konw.</w:t>
            </w:r>
          </w:p>
        </w:tc>
      </w:tr>
      <w:tr w:rsidR="29073965" w:rsidTr="29073965" w14:paraId="5D6B061C">
        <w:tc>
          <w:tcPr>
            <w:tcW w:w="195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005F7796" w14:textId="6C3B878C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sz w:val="24"/>
                <w:szCs w:val="24"/>
              </w:rPr>
            </w:pPr>
            <w:r w:rsidRPr="29073965" w:rsidR="2907396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sz w:val="24"/>
                <w:szCs w:val="24"/>
                <w:lang w:val="pl-PL"/>
              </w:rPr>
              <w:t>EK_06</w:t>
            </w:r>
          </w:p>
        </w:tc>
        <w:tc>
          <w:tcPr>
            <w:tcW w:w="54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1401DD4E" w14:textId="0974A177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29073965" w:rsidR="2907396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>zaliczenie,</w:t>
            </w:r>
          </w:p>
        </w:tc>
        <w:tc>
          <w:tcPr>
            <w:tcW w:w="211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09160AD6" w14:textId="3AFC57C9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29073965" w:rsidR="2907396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>konw.</w:t>
            </w:r>
          </w:p>
        </w:tc>
      </w:tr>
      <w:tr w:rsidR="29073965" w:rsidTr="29073965" w14:paraId="3FA178C9">
        <w:tc>
          <w:tcPr>
            <w:tcW w:w="195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30C3EBD7" w14:textId="003EED7E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sz w:val="24"/>
                <w:szCs w:val="24"/>
              </w:rPr>
            </w:pPr>
            <w:r w:rsidRPr="29073965" w:rsidR="2907396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sz w:val="24"/>
                <w:szCs w:val="24"/>
                <w:lang w:val="pl-PL"/>
              </w:rPr>
              <w:t>EK_07</w:t>
            </w:r>
          </w:p>
        </w:tc>
        <w:tc>
          <w:tcPr>
            <w:tcW w:w="54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603F2ABC" w14:textId="794F9EFE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29073965" w:rsidR="2907396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>zaliczenie,</w:t>
            </w:r>
          </w:p>
        </w:tc>
        <w:tc>
          <w:tcPr>
            <w:tcW w:w="211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506F4FC9" w14:textId="0699FBA6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29073965" w:rsidR="2907396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>konw.</w:t>
            </w:r>
          </w:p>
        </w:tc>
      </w:tr>
      <w:tr w:rsidR="29073965" w:rsidTr="29073965" w14:paraId="1333CEE4">
        <w:tc>
          <w:tcPr>
            <w:tcW w:w="195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16687548" w14:textId="4075DAE0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sz w:val="24"/>
                <w:szCs w:val="24"/>
              </w:rPr>
            </w:pPr>
            <w:r w:rsidRPr="29073965" w:rsidR="2907396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sz w:val="24"/>
                <w:szCs w:val="24"/>
                <w:lang w:val="pl-PL"/>
              </w:rPr>
              <w:t>EK_08</w:t>
            </w:r>
          </w:p>
        </w:tc>
        <w:tc>
          <w:tcPr>
            <w:tcW w:w="54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7686C19F" w14:textId="4F050CDF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29073965" w:rsidR="2907396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>zaliczenie, obserwacja w trakcie zajęć</w:t>
            </w:r>
          </w:p>
        </w:tc>
        <w:tc>
          <w:tcPr>
            <w:tcW w:w="211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35CE7596" w14:textId="2A7072EF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29073965" w:rsidR="2907396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>konw.</w:t>
            </w:r>
          </w:p>
        </w:tc>
      </w:tr>
      <w:tr w:rsidR="29073965" w:rsidTr="29073965" w14:paraId="542AB8F1">
        <w:tc>
          <w:tcPr>
            <w:tcW w:w="195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2B05F99A" w14:textId="0764339C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sz w:val="24"/>
                <w:szCs w:val="24"/>
              </w:rPr>
            </w:pPr>
            <w:r w:rsidRPr="29073965" w:rsidR="2907396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sz w:val="24"/>
                <w:szCs w:val="24"/>
                <w:lang w:val="pl-PL"/>
              </w:rPr>
              <w:t>EK_09</w:t>
            </w:r>
          </w:p>
        </w:tc>
        <w:tc>
          <w:tcPr>
            <w:tcW w:w="54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7881BCA6" w14:textId="5F6B720E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29073965" w:rsidR="2907396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>zaliczenie, obserwacja w trakcie zajęć</w:t>
            </w:r>
          </w:p>
        </w:tc>
        <w:tc>
          <w:tcPr>
            <w:tcW w:w="211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1D7C8230" w14:textId="592FA003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29073965" w:rsidR="2907396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>konw.</w:t>
            </w:r>
          </w:p>
        </w:tc>
      </w:tr>
      <w:tr w:rsidR="29073965" w:rsidTr="29073965" w14:paraId="0CAD5998">
        <w:tc>
          <w:tcPr>
            <w:tcW w:w="195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0B366E46" w14:textId="4F7BDB7D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sz w:val="24"/>
                <w:szCs w:val="24"/>
              </w:rPr>
            </w:pPr>
            <w:r w:rsidRPr="29073965" w:rsidR="2907396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sz w:val="24"/>
                <w:szCs w:val="24"/>
                <w:lang w:val="pl-PL"/>
              </w:rPr>
              <w:t>EK_10</w:t>
            </w:r>
          </w:p>
        </w:tc>
        <w:tc>
          <w:tcPr>
            <w:tcW w:w="54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268B9001" w14:textId="1F27819C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29073965" w:rsidR="2907396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>zaliczenie, obserwacja w trakcie zajęć</w:t>
            </w:r>
          </w:p>
        </w:tc>
        <w:tc>
          <w:tcPr>
            <w:tcW w:w="211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696E277B" w14:textId="744236AD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29073965" w:rsidR="2907396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>konw.</w:t>
            </w:r>
          </w:p>
        </w:tc>
      </w:tr>
      <w:tr w:rsidR="29073965" w:rsidTr="29073965" w14:paraId="4D1DDB2B">
        <w:tc>
          <w:tcPr>
            <w:tcW w:w="195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6E58C16A" w14:textId="64EF1F68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sz w:val="24"/>
                <w:szCs w:val="24"/>
              </w:rPr>
            </w:pPr>
            <w:r w:rsidRPr="29073965" w:rsidR="2907396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sz w:val="24"/>
                <w:szCs w:val="24"/>
                <w:lang w:val="pl-PL"/>
              </w:rPr>
              <w:t>EK_11</w:t>
            </w:r>
          </w:p>
        </w:tc>
        <w:tc>
          <w:tcPr>
            <w:tcW w:w="54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0261A477" w14:textId="20E2232F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29073965" w:rsidR="2907396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>zaliczenie, obserwacja w trakcie zajęć</w:t>
            </w:r>
          </w:p>
        </w:tc>
        <w:tc>
          <w:tcPr>
            <w:tcW w:w="211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23489E0F" w14:textId="271621FA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29073965" w:rsidR="2907396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>konw.</w:t>
            </w:r>
          </w:p>
        </w:tc>
      </w:tr>
      <w:tr w:rsidR="29073965" w:rsidTr="29073965" w14:paraId="293CBED1">
        <w:tc>
          <w:tcPr>
            <w:tcW w:w="195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137AD215" w14:textId="66E9A20D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sz w:val="24"/>
                <w:szCs w:val="24"/>
              </w:rPr>
            </w:pPr>
            <w:r w:rsidRPr="29073965" w:rsidR="2907396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sz w:val="24"/>
                <w:szCs w:val="24"/>
                <w:lang w:val="pl-PL"/>
              </w:rPr>
              <w:t>EK_12</w:t>
            </w:r>
          </w:p>
        </w:tc>
        <w:tc>
          <w:tcPr>
            <w:tcW w:w="54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028C62EB" w14:textId="776572BE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29073965" w:rsidR="2907396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>zaliczenie, obserwacja w trakcie zajęć</w:t>
            </w:r>
          </w:p>
        </w:tc>
        <w:tc>
          <w:tcPr>
            <w:tcW w:w="211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9073965" w:rsidP="29073965" w:rsidRDefault="29073965" w14:paraId="2ED076ED" w14:textId="14987A74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29073965" w:rsidR="2907396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>konw.</w:t>
            </w:r>
          </w:p>
        </w:tc>
      </w:tr>
    </w:tbl>
    <w:p w:rsidRPr="0045317C" w:rsidR="00A73432" w:rsidP="29073965" w:rsidRDefault="00A73432" w14:paraId="394DF010" w14:textId="58A006BB">
      <w:pPr>
        <w:pStyle w:val="Punktygwne"/>
        <w:spacing w:before="240" w:after="60" w:line="240" w:lineRule="auto"/>
        <w:ind w:left="426"/>
        <w:rPr>
          <w:rFonts w:ascii="Corbel" w:hAnsi="Corbel" w:eastAsia="Corbel" w:cs="Corbel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4"/>
          <w:szCs w:val="24"/>
          <w:lang w:val="pl-PL"/>
        </w:rPr>
      </w:pPr>
    </w:p>
    <w:p w:rsidRPr="0045317C" w:rsidR="0085747A" w:rsidP="009C54AE" w:rsidRDefault="003E1941" w14:paraId="7DFF66B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5317C">
        <w:rPr>
          <w:rFonts w:ascii="Corbel" w:hAnsi="Corbel"/>
          <w:smallCaps w:val="0"/>
          <w:szCs w:val="24"/>
        </w:rPr>
        <w:t xml:space="preserve">4.2 </w:t>
      </w:r>
      <w:r w:rsidRPr="0045317C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45317C" w:rsidR="00923D7D">
        <w:rPr>
          <w:rFonts w:ascii="Corbel" w:hAnsi="Corbel"/>
          <w:smallCaps w:val="0"/>
          <w:szCs w:val="24"/>
        </w:rPr>
        <w:t xml:space="preserve"> </w:t>
      </w:r>
    </w:p>
    <w:p w:rsidRPr="0045317C" w:rsidR="00923D7D" w:rsidP="009C54AE" w:rsidRDefault="00923D7D" w14:paraId="4A151AB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5317C" w:rsidR="0085747A" w:rsidTr="29073965" w14:paraId="2D93799B" w14:textId="77777777">
        <w:tc>
          <w:tcPr>
            <w:tcW w:w="9670" w:type="dxa"/>
            <w:tcMar/>
          </w:tcPr>
          <w:p w:rsidRPr="0045317C" w:rsidR="0085747A" w:rsidP="29073965" w:rsidRDefault="00EC0DA1" w14:paraId="26C7FDD8" w14:textId="4965E442">
            <w:pPr>
              <w:spacing w:before="0" w:after="200" w:line="276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9073965" w:rsidR="594A018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Warunkiem zaliczenia jest uzyskania pozytywnej oceny</w:t>
            </w:r>
            <w:r w:rsidRPr="29073965" w:rsidR="594A01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 Zaliczenie ma formę pisemną lub ustną i polega na odpowiedzi na zadane pytana. Zaliczenie zawierać może pytania testowe, otwarte oraz problemy do rozwiązania.</w:t>
            </w:r>
            <w:r w:rsidRPr="29073965" w:rsidR="594A01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9073965" w:rsidR="594A01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Uzyskanie oceny pozytywnej wymaga udzielenia poprawnych odpowiedzi na ponad 50% pytań. Zaliczenie trwa łącznie 1 godzinę zegarową. W wypadku zaliczenia ustnego – 3 pytania zadawane przez egzaminatora.</w:t>
            </w:r>
            <w:r w:rsidRPr="29073965" w:rsidR="594A018A"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9073965" w:rsidR="594A018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 </w:t>
            </w:r>
          </w:p>
          <w:p w:rsidRPr="0045317C" w:rsidR="0085747A" w:rsidP="29073965" w:rsidRDefault="00EC0DA1" w14:paraId="02BEAF0D" w14:textId="6C6D64B1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9073965" w:rsidR="594A018A"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</w:p>
          <w:p w:rsidRPr="0045317C" w:rsidR="0085747A" w:rsidP="29073965" w:rsidRDefault="00EC0DA1" w14:paraId="26AF4915" w14:textId="228CEC53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45317C" w:rsidR="0085747A" w:rsidP="009C54AE" w:rsidRDefault="0085747A" w14:paraId="0DACF40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5317C" w:rsidR="009F4610" w:rsidP="009C54AE" w:rsidRDefault="0085747A" w14:paraId="3F1A2CF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5317C">
        <w:rPr>
          <w:rFonts w:ascii="Corbel" w:hAnsi="Corbel"/>
          <w:b/>
          <w:sz w:val="24"/>
          <w:szCs w:val="24"/>
        </w:rPr>
        <w:t xml:space="preserve">5. </w:t>
      </w:r>
      <w:r w:rsidRPr="0045317C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45317C" w:rsidR="0085747A" w:rsidP="009C54AE" w:rsidRDefault="0085747A" w14:paraId="6A3B248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45317C" w:rsidR="0085747A" w:rsidTr="5BFFDEC0" w14:paraId="3673A1A5" w14:textId="77777777">
        <w:tc>
          <w:tcPr>
            <w:tcW w:w="4962" w:type="dxa"/>
            <w:tcMar/>
            <w:vAlign w:val="center"/>
          </w:tcPr>
          <w:p w:rsidRPr="0045317C" w:rsidR="0085747A" w:rsidP="009C54AE" w:rsidRDefault="00C61DC5" w14:paraId="79F5C02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5317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45317C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5317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45317C" w:rsidR="0085747A" w:rsidP="009C54AE" w:rsidRDefault="00C61DC5" w14:paraId="63D9D2A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5317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45317C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5317C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5317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45317C" w:rsidR="0085747A" w:rsidTr="5BFFDEC0" w14:paraId="56ADF588" w14:textId="77777777">
        <w:tc>
          <w:tcPr>
            <w:tcW w:w="4962" w:type="dxa"/>
            <w:tcMar/>
          </w:tcPr>
          <w:p w:rsidRPr="009C500F" w:rsidR="0085747A" w:rsidP="009C54AE" w:rsidRDefault="00C61DC5" w14:paraId="0D0D0146" w14:textId="6FF2A5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BFFDEC0" w:rsidR="00C61DC5">
              <w:rPr>
                <w:rFonts w:ascii="Corbel" w:hAnsi="Corbel"/>
                <w:sz w:val="24"/>
                <w:szCs w:val="24"/>
              </w:rPr>
              <w:t>G</w:t>
            </w:r>
            <w:r w:rsidRPr="5BFFDEC0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5BFFDEC0" w:rsidR="00C61DC5">
              <w:rPr>
                <w:rFonts w:ascii="Corbel" w:hAnsi="Corbel"/>
                <w:sz w:val="24"/>
                <w:szCs w:val="24"/>
              </w:rPr>
              <w:t>kontaktowe</w:t>
            </w:r>
            <w:r w:rsidRPr="5BFFDEC0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5BFFDEC0" w:rsidR="00C61DC5">
              <w:rPr>
                <w:rFonts w:ascii="Corbel" w:hAnsi="Corbel"/>
                <w:sz w:val="24"/>
                <w:szCs w:val="24"/>
              </w:rPr>
              <w:t>ynikające</w:t>
            </w:r>
            <w:r w:rsidRPr="5BFFDEC0" w:rsidR="0085747A">
              <w:rPr>
                <w:rFonts w:ascii="Corbel" w:hAnsi="Corbel"/>
                <w:sz w:val="24"/>
                <w:szCs w:val="24"/>
              </w:rPr>
              <w:t xml:space="preserve"> z </w:t>
            </w:r>
            <w:r w:rsidRPr="5BFFDEC0" w:rsidR="0892DF3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5BFFDEC0" w:rsidR="00C61DC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00F" w:rsidR="004E07C0" w:rsidP="004E07C0" w:rsidRDefault="00410A0C" w14:paraId="46F69519" w14:textId="7777777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Pr="009C500F" w:rsidR="0085747A" w:rsidP="004E07C0" w:rsidRDefault="0085747A" w14:paraId="7CC2C28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Pr="0045317C" w:rsidR="00AE3EB4" w:rsidTr="5BFFDEC0" w14:paraId="31CFC2EF" w14:textId="77777777">
        <w:tc>
          <w:tcPr>
            <w:tcW w:w="4962" w:type="dxa"/>
            <w:tcMar/>
          </w:tcPr>
          <w:p w:rsidRPr="009C500F" w:rsidR="00AE3EB4" w:rsidP="009C54AE" w:rsidRDefault="00AE3EB4" w14:paraId="6AB154A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00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00F" w:rsidR="00AE3EB4" w:rsidP="009C54AE" w:rsidRDefault="00AE3EB4" w14:paraId="300A246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00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00F" w:rsidR="00AE3EB4" w:rsidRDefault="00144A95" w14:paraId="102335B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00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45317C" w:rsidR="00AE3EB4" w:rsidTr="5BFFDEC0" w14:paraId="1887C495" w14:textId="77777777">
        <w:tc>
          <w:tcPr>
            <w:tcW w:w="4962" w:type="dxa"/>
            <w:tcMar/>
          </w:tcPr>
          <w:p w:rsidRPr="009C500F" w:rsidR="00AE3EB4" w:rsidP="009C54AE" w:rsidRDefault="00AE3EB4" w14:paraId="0A76196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00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00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00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00F" w:rsidR="00AE3EB4" w:rsidP="009C54AE" w:rsidRDefault="00AE3EB4" w14:paraId="6FBA32D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00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00F" w:rsidR="00AE3EB4" w:rsidP="00410A0C" w:rsidRDefault="00786E1C" w14:paraId="553CCCC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10A0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45317C" w:rsidR="00AE3EB4" w:rsidTr="5BFFDEC0" w14:paraId="189C75E2" w14:textId="77777777">
        <w:tc>
          <w:tcPr>
            <w:tcW w:w="4962" w:type="dxa"/>
            <w:tcMar/>
          </w:tcPr>
          <w:p w:rsidRPr="009C500F" w:rsidR="00AE3EB4" w:rsidP="009C54AE" w:rsidRDefault="00AE3EB4" w14:paraId="2B8D520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00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00F" w:rsidR="00AE3EB4" w:rsidRDefault="00786E1C" w14:paraId="678FF44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45317C" w:rsidR="00AE3EB4" w:rsidTr="5BFFDEC0" w14:paraId="54AC1C87" w14:textId="77777777">
        <w:tc>
          <w:tcPr>
            <w:tcW w:w="4962" w:type="dxa"/>
            <w:tcMar/>
          </w:tcPr>
          <w:p w:rsidRPr="009C500F" w:rsidR="00AE3EB4" w:rsidP="009C54AE" w:rsidRDefault="00AE3EB4" w14:paraId="45632A4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00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00F" w:rsidR="00AE3EB4" w:rsidRDefault="00AE3EB4" w14:paraId="0858E09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00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45317C" w:rsidR="0085747A" w:rsidP="009C54AE" w:rsidRDefault="00923D7D" w14:paraId="69CF3890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5317C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45317C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45317C" w:rsidR="003E1941" w:rsidP="009C54AE" w:rsidRDefault="003E1941" w14:paraId="4DB9DE2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5317C" w:rsidR="0085747A" w:rsidP="5BFFDEC0" w:rsidRDefault="0071620A" w14:paraId="6E8B6E74" w14:textId="241C8265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5BFFDEC0" w:rsidR="0071620A">
        <w:rPr>
          <w:rFonts w:ascii="Corbel" w:hAnsi="Corbel"/>
          <w:caps w:val="0"/>
          <w:smallCaps w:val="0"/>
        </w:rPr>
        <w:t xml:space="preserve">6. </w:t>
      </w:r>
      <w:r w:rsidRPr="5BFFDEC0" w:rsidR="0085747A">
        <w:rPr>
          <w:rFonts w:ascii="Corbel" w:hAnsi="Corbel"/>
          <w:caps w:val="0"/>
          <w:smallCaps w:val="0"/>
        </w:rPr>
        <w:t>PRAKTYKI ZAWODOWE W RAMACH PRZEDMIOTU</w:t>
      </w:r>
    </w:p>
    <w:p w:rsidRPr="0045317C" w:rsidR="0085747A" w:rsidP="009C54AE" w:rsidRDefault="0085747A" w14:paraId="76194981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45317C" w:rsidR="0085747A" w:rsidTr="5BFFDEC0" w14:paraId="437BF6EF" w14:textId="77777777">
        <w:trPr>
          <w:trHeight w:val="397"/>
        </w:trPr>
        <w:tc>
          <w:tcPr>
            <w:tcW w:w="3544" w:type="dxa"/>
            <w:tcMar/>
          </w:tcPr>
          <w:p w:rsidRPr="0045317C" w:rsidR="0085747A" w:rsidP="009C54AE" w:rsidRDefault="0085747A" w14:paraId="4325D3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45317C" w:rsidR="0085747A" w:rsidP="5BFFDEC0" w:rsidRDefault="0085747A" w14:paraId="1D28DB90" w14:textId="21AD1BA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BFFDEC0" w:rsidR="3AEC400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45317C" w:rsidR="0085747A" w:rsidTr="5BFFDEC0" w14:paraId="6EC6A488" w14:textId="77777777">
        <w:trPr>
          <w:trHeight w:val="397"/>
        </w:trPr>
        <w:tc>
          <w:tcPr>
            <w:tcW w:w="3544" w:type="dxa"/>
            <w:tcMar/>
          </w:tcPr>
          <w:p w:rsidRPr="0045317C" w:rsidR="0085747A" w:rsidP="009C54AE" w:rsidRDefault="0085747A" w14:paraId="05BCFD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45317C" w:rsidR="0085747A" w:rsidP="5BFFDEC0" w:rsidRDefault="0085747A" w14:paraId="3E58C692" w14:textId="716A81F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BFFDEC0" w:rsidR="1365188D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45317C" w:rsidR="003E1941" w:rsidP="009C54AE" w:rsidRDefault="003E1941" w14:paraId="55A2D8E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5317C" w:rsidR="0085747A" w:rsidP="009C54AE" w:rsidRDefault="00675843" w14:paraId="636844E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5317C">
        <w:rPr>
          <w:rFonts w:ascii="Corbel" w:hAnsi="Corbel"/>
          <w:smallCaps w:val="0"/>
          <w:szCs w:val="24"/>
        </w:rPr>
        <w:lastRenderedPageBreak/>
        <w:t xml:space="preserve">7. </w:t>
      </w:r>
      <w:r w:rsidRPr="0045317C" w:rsidR="0085747A">
        <w:rPr>
          <w:rFonts w:ascii="Corbel" w:hAnsi="Corbel"/>
          <w:smallCaps w:val="0"/>
          <w:szCs w:val="24"/>
        </w:rPr>
        <w:t>LITERATURA</w:t>
      </w:r>
      <w:r w:rsidRPr="0045317C">
        <w:rPr>
          <w:rFonts w:ascii="Corbel" w:hAnsi="Corbel"/>
          <w:smallCaps w:val="0"/>
          <w:szCs w:val="24"/>
        </w:rPr>
        <w:t xml:space="preserve"> </w:t>
      </w:r>
    </w:p>
    <w:p w:rsidRPr="0045317C" w:rsidR="00675843" w:rsidP="009C54AE" w:rsidRDefault="00675843" w14:paraId="3227243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45317C" w:rsidR="0085747A" w:rsidTr="5BFFDEC0" w14:paraId="364C4953" w14:textId="77777777">
        <w:trPr>
          <w:trHeight w:val="397"/>
        </w:trPr>
        <w:tc>
          <w:tcPr>
            <w:tcW w:w="7513" w:type="dxa"/>
            <w:tcMar/>
          </w:tcPr>
          <w:p w:rsidRPr="0045317C" w:rsidR="0085747A" w:rsidP="5BFFDEC0" w:rsidRDefault="0085747A" w14:paraId="22A5E9FD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5BFFDEC0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00F233CD" w:rsidP="00FC76B2" w:rsidRDefault="00F233CD" w14:paraId="520E60BB" w14:textId="77777777">
            <w:pPr>
              <w:pStyle w:val="Punktygwne"/>
              <w:numPr>
                <w:ilvl w:val="0"/>
                <w:numId w:val="9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Jerzy </w:t>
            </w:r>
            <w:proofErr w:type="spellStart"/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Supernat</w:t>
            </w:r>
            <w:proofErr w:type="spellEnd"/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D1B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Techniki decyzyjne i organizatorskie</w:t>
            </w: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Kolonia Limited, Wrocław 2003</w:t>
            </w:r>
          </w:p>
          <w:p w:rsidRPr="003E15FE" w:rsidR="004E07C0" w:rsidP="003E15FE" w:rsidRDefault="003E15FE" w14:paraId="0CA1CD43" w14:textId="77777777">
            <w:pPr>
              <w:pStyle w:val="Akapitzlist"/>
              <w:numPr>
                <w:ilvl w:val="0"/>
                <w:numId w:val="9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3E15FE">
              <w:rPr>
                <w:rFonts w:ascii="Corbel" w:hAnsi="Corbel"/>
                <w:color w:val="000000"/>
                <w:sz w:val="24"/>
                <w:szCs w:val="24"/>
              </w:rPr>
              <w:t>Ernest Knosala, Zarys teorii decyzji w administracji, Wolters Kluwer business, Warszawa 2011</w:t>
            </w:r>
          </w:p>
        </w:tc>
      </w:tr>
      <w:tr w:rsidRPr="0045317C" w:rsidR="0085747A" w:rsidTr="5BFFDEC0" w14:paraId="20BB038F" w14:textId="77777777">
        <w:trPr>
          <w:trHeight w:val="397"/>
        </w:trPr>
        <w:tc>
          <w:tcPr>
            <w:tcW w:w="7513" w:type="dxa"/>
            <w:tcMar/>
          </w:tcPr>
          <w:p w:rsidR="0085747A" w:rsidP="5BFFDEC0" w:rsidRDefault="0085747A" w14:paraId="27A5C1A8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5BFFDEC0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Pr="0045317C" w:rsidR="00651FFE" w:rsidP="009C54AE" w:rsidRDefault="00651FFE" w14:paraId="1D030E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3E15FE" w:rsidR="003E15FE" w:rsidP="003E15FE" w:rsidRDefault="003E15FE" w14:paraId="1961F7C5" w14:textId="77777777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3E15FE">
              <w:rPr>
                <w:rFonts w:ascii="Corbel" w:hAnsi="Corbel"/>
                <w:color w:val="000000"/>
                <w:sz w:val="24"/>
                <w:szCs w:val="24"/>
              </w:rPr>
              <w:t>Ernest Knosala, Zarys nauki administracji, , Wolters Kluwer business, Warszawa 2010</w:t>
            </w:r>
          </w:p>
          <w:p w:rsidR="004E07C0" w:rsidP="003E15FE" w:rsidRDefault="003E15FE" w14:paraId="5E6AF278" w14:textId="77777777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Agata </w:t>
            </w:r>
            <w:r w:rsidR="00FC76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Barczewska- Dziobek, </w:t>
            </w:r>
            <w:r w:rsidRPr="009D1BDB" w:rsidR="00FC76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Deliberatywne metody podejmowania decyzji publicznych</w:t>
            </w:r>
            <w:r w:rsidRPr="00FC76B2" w:rsidR="00FC76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r w:rsidRPr="009D1BDB" w:rsidR="00FC76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Struktury administracji publicznej. Metody, ogniwa, więzi. Tom </w:t>
            </w:r>
            <w:r w:rsidRPr="00FC76B2" w:rsidR="00FC76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I, (red.) A. </w:t>
            </w:r>
            <w:proofErr w:type="spellStart"/>
            <w:r w:rsidRPr="00FC76B2" w:rsidR="00FC76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Mezglewski</w:t>
            </w:r>
            <w:proofErr w:type="spellEnd"/>
            <w:r w:rsidRPr="00FC76B2" w:rsidR="00FC76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 2016.</w:t>
            </w:r>
          </w:p>
          <w:p w:rsidR="00D1164A" w:rsidP="003E15FE" w:rsidRDefault="00D1164A" w14:paraId="47E4BE62" w14:textId="77777777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J.Skalik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Metody i techniki organizatorskie, Wrocław 2001</w:t>
            </w:r>
          </w:p>
          <w:p w:rsidRPr="00F33B9C" w:rsidR="00D1164A" w:rsidP="00F33B9C" w:rsidRDefault="00D1164A" w14:paraId="2D6898CF" w14:textId="77777777">
            <w:pPr>
              <w:pStyle w:val="Akapitzlist"/>
              <w:numPr>
                <w:ilvl w:val="0"/>
                <w:numId w:val="8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1164A">
              <w:rPr>
                <w:rFonts w:ascii="Corbel" w:hAnsi="Corbel"/>
                <w:color w:val="000000"/>
                <w:sz w:val="24"/>
                <w:szCs w:val="24"/>
              </w:rPr>
              <w:t>Z.Mikołajczyk</w:t>
            </w:r>
            <w:proofErr w:type="spellEnd"/>
            <w:r w:rsidRPr="00D1164A">
              <w:rPr>
                <w:rFonts w:ascii="Corbel" w:hAnsi="Corbel"/>
                <w:color w:val="000000"/>
                <w:sz w:val="24"/>
                <w:szCs w:val="24"/>
              </w:rPr>
              <w:t xml:space="preserve">, Techniki organizatorskie w rozwiązywaniu problemów zarządzania, Warszawa 1995 </w:t>
            </w:r>
          </w:p>
        </w:tc>
      </w:tr>
    </w:tbl>
    <w:p w:rsidRPr="0045317C" w:rsidR="0085747A" w:rsidP="009C54AE" w:rsidRDefault="0085747A" w14:paraId="41844DE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5317C" w:rsidR="0085747A" w:rsidP="009C54AE" w:rsidRDefault="0085747A" w14:paraId="0BAE7A2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5317C" w:rsidR="0085747A" w:rsidP="00F83B28" w:rsidRDefault="0085747A" w14:paraId="3F910A1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5317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45317C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F44D3" w:rsidP="00C16ABF" w:rsidRDefault="000F44D3" w14:paraId="0CEAC242" w14:textId="77777777">
      <w:pPr>
        <w:spacing w:after="0" w:line="240" w:lineRule="auto"/>
      </w:pPr>
      <w:r>
        <w:separator/>
      </w:r>
    </w:p>
  </w:endnote>
  <w:endnote w:type="continuationSeparator" w:id="0">
    <w:p w:rsidR="000F44D3" w:rsidP="00C16ABF" w:rsidRDefault="000F44D3" w14:paraId="0096FD5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F44D3" w:rsidP="00C16ABF" w:rsidRDefault="000F44D3" w14:paraId="26716BCD" w14:textId="77777777">
      <w:pPr>
        <w:spacing w:after="0" w:line="240" w:lineRule="auto"/>
      </w:pPr>
      <w:r>
        <w:separator/>
      </w:r>
    </w:p>
  </w:footnote>
  <w:footnote w:type="continuationSeparator" w:id="0">
    <w:p w:rsidR="000F44D3" w:rsidP="00C16ABF" w:rsidRDefault="000F44D3" w14:paraId="2C5538E8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4C5AFF2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4259D"/>
    <w:multiLevelType w:val="hybridMultilevel"/>
    <w:tmpl w:val="40F0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3461E"/>
    <w:multiLevelType w:val="hybridMultilevel"/>
    <w:tmpl w:val="7C705404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133C47"/>
    <w:multiLevelType w:val="hybridMultilevel"/>
    <w:tmpl w:val="5DD886FE"/>
    <w:lvl w:ilvl="0" w:tplc="5448CCA8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E465AC"/>
    <w:multiLevelType w:val="hybridMultilevel"/>
    <w:tmpl w:val="D82C977E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26D51"/>
    <w:multiLevelType w:val="hybridMultilevel"/>
    <w:tmpl w:val="124A129C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847977"/>
    <w:multiLevelType w:val="hybridMultilevel"/>
    <w:tmpl w:val="1C5A0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87DC5"/>
    <w:multiLevelType w:val="hybridMultilevel"/>
    <w:tmpl w:val="67664CA8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58054D"/>
    <w:multiLevelType w:val="hybridMultilevel"/>
    <w:tmpl w:val="10E23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3"/>
  </w:num>
  <w:num w:numId="8">
    <w:abstractNumId w:val="0"/>
  </w:num>
  <w:num w:numId="9">
    <w:abstractNumId w:val="8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val="fullPage" w:percent="74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690"/>
    <w:rsid w:val="000048FD"/>
    <w:rsid w:val="000077B4"/>
    <w:rsid w:val="00015B8F"/>
    <w:rsid w:val="00022ECE"/>
    <w:rsid w:val="00023842"/>
    <w:rsid w:val="00040B48"/>
    <w:rsid w:val="000410E5"/>
    <w:rsid w:val="00042A51"/>
    <w:rsid w:val="00042D2E"/>
    <w:rsid w:val="00043173"/>
    <w:rsid w:val="00044C82"/>
    <w:rsid w:val="00055C3B"/>
    <w:rsid w:val="00066A29"/>
    <w:rsid w:val="00067CB4"/>
    <w:rsid w:val="00070ED6"/>
    <w:rsid w:val="00072923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63B"/>
    <w:rsid w:val="000F1C57"/>
    <w:rsid w:val="000F44D3"/>
    <w:rsid w:val="000F5615"/>
    <w:rsid w:val="00115D8E"/>
    <w:rsid w:val="00124BFF"/>
    <w:rsid w:val="0012560E"/>
    <w:rsid w:val="00127108"/>
    <w:rsid w:val="0012758D"/>
    <w:rsid w:val="00132B6A"/>
    <w:rsid w:val="00132F2C"/>
    <w:rsid w:val="00134B13"/>
    <w:rsid w:val="00137705"/>
    <w:rsid w:val="00144A95"/>
    <w:rsid w:val="00146BC0"/>
    <w:rsid w:val="00153BAB"/>
    <w:rsid w:val="00153C41"/>
    <w:rsid w:val="00154381"/>
    <w:rsid w:val="00160B8A"/>
    <w:rsid w:val="001640A7"/>
    <w:rsid w:val="00164FA7"/>
    <w:rsid w:val="00166A03"/>
    <w:rsid w:val="001718A7"/>
    <w:rsid w:val="001737CF"/>
    <w:rsid w:val="00176083"/>
    <w:rsid w:val="00181FE2"/>
    <w:rsid w:val="00192F37"/>
    <w:rsid w:val="00197223"/>
    <w:rsid w:val="001A0FE8"/>
    <w:rsid w:val="001A70D2"/>
    <w:rsid w:val="001B1BA0"/>
    <w:rsid w:val="001D2FEC"/>
    <w:rsid w:val="001D657B"/>
    <w:rsid w:val="001D796D"/>
    <w:rsid w:val="001D7B54"/>
    <w:rsid w:val="001E0209"/>
    <w:rsid w:val="001F2CA2"/>
    <w:rsid w:val="00211474"/>
    <w:rsid w:val="002144C0"/>
    <w:rsid w:val="002214FC"/>
    <w:rsid w:val="0022477D"/>
    <w:rsid w:val="002278A9"/>
    <w:rsid w:val="00233062"/>
    <w:rsid w:val="002336F9"/>
    <w:rsid w:val="00236AB5"/>
    <w:rsid w:val="0024028F"/>
    <w:rsid w:val="00244ABC"/>
    <w:rsid w:val="002769C3"/>
    <w:rsid w:val="00281FF2"/>
    <w:rsid w:val="002857DE"/>
    <w:rsid w:val="00291567"/>
    <w:rsid w:val="002A22BF"/>
    <w:rsid w:val="002A2389"/>
    <w:rsid w:val="002A671D"/>
    <w:rsid w:val="002B2E19"/>
    <w:rsid w:val="002B2EDF"/>
    <w:rsid w:val="002B4D55"/>
    <w:rsid w:val="002B5EA0"/>
    <w:rsid w:val="002B6119"/>
    <w:rsid w:val="002B6BE1"/>
    <w:rsid w:val="002C1F06"/>
    <w:rsid w:val="002D3375"/>
    <w:rsid w:val="002D73D4"/>
    <w:rsid w:val="002F02A3"/>
    <w:rsid w:val="002F4ABE"/>
    <w:rsid w:val="00300956"/>
    <w:rsid w:val="003018BA"/>
    <w:rsid w:val="0030395F"/>
    <w:rsid w:val="00305C92"/>
    <w:rsid w:val="00312935"/>
    <w:rsid w:val="003151C5"/>
    <w:rsid w:val="003305E4"/>
    <w:rsid w:val="003343CF"/>
    <w:rsid w:val="00334790"/>
    <w:rsid w:val="00346FE9"/>
    <w:rsid w:val="0034759A"/>
    <w:rsid w:val="003503F6"/>
    <w:rsid w:val="003530DD"/>
    <w:rsid w:val="0035350A"/>
    <w:rsid w:val="00363F78"/>
    <w:rsid w:val="003948E4"/>
    <w:rsid w:val="003A0A5B"/>
    <w:rsid w:val="003A1176"/>
    <w:rsid w:val="003B03AF"/>
    <w:rsid w:val="003C0BAE"/>
    <w:rsid w:val="003D18A9"/>
    <w:rsid w:val="003D5EF6"/>
    <w:rsid w:val="003D6CE2"/>
    <w:rsid w:val="003E15FE"/>
    <w:rsid w:val="003E1941"/>
    <w:rsid w:val="003E2FE6"/>
    <w:rsid w:val="003E49D5"/>
    <w:rsid w:val="003F38C0"/>
    <w:rsid w:val="003F5EBB"/>
    <w:rsid w:val="00410A0C"/>
    <w:rsid w:val="00414E3C"/>
    <w:rsid w:val="0042244A"/>
    <w:rsid w:val="0042745A"/>
    <w:rsid w:val="00431450"/>
    <w:rsid w:val="00431D5C"/>
    <w:rsid w:val="004362C6"/>
    <w:rsid w:val="00437FA2"/>
    <w:rsid w:val="004448EA"/>
    <w:rsid w:val="00444FE4"/>
    <w:rsid w:val="00445970"/>
    <w:rsid w:val="00447645"/>
    <w:rsid w:val="0045317C"/>
    <w:rsid w:val="00461EFC"/>
    <w:rsid w:val="004652C2"/>
    <w:rsid w:val="004706D1"/>
    <w:rsid w:val="00471326"/>
    <w:rsid w:val="0047598D"/>
    <w:rsid w:val="00480E01"/>
    <w:rsid w:val="004840FD"/>
    <w:rsid w:val="00490F7D"/>
    <w:rsid w:val="00491678"/>
    <w:rsid w:val="004968E2"/>
    <w:rsid w:val="004A3EEA"/>
    <w:rsid w:val="004A4D1F"/>
    <w:rsid w:val="004A729A"/>
    <w:rsid w:val="004B1203"/>
    <w:rsid w:val="004D5282"/>
    <w:rsid w:val="004E07C0"/>
    <w:rsid w:val="004F1551"/>
    <w:rsid w:val="004F279D"/>
    <w:rsid w:val="004F55A3"/>
    <w:rsid w:val="0050496F"/>
    <w:rsid w:val="00513B6F"/>
    <w:rsid w:val="00517C63"/>
    <w:rsid w:val="00526011"/>
    <w:rsid w:val="005339DC"/>
    <w:rsid w:val="005363C4"/>
    <w:rsid w:val="00536BDE"/>
    <w:rsid w:val="00543ACC"/>
    <w:rsid w:val="00561F83"/>
    <w:rsid w:val="0056696D"/>
    <w:rsid w:val="00581AA0"/>
    <w:rsid w:val="0058723C"/>
    <w:rsid w:val="0059484D"/>
    <w:rsid w:val="005A0855"/>
    <w:rsid w:val="005A3196"/>
    <w:rsid w:val="005B16FD"/>
    <w:rsid w:val="005C080F"/>
    <w:rsid w:val="005C1E69"/>
    <w:rsid w:val="005C55E5"/>
    <w:rsid w:val="005C696A"/>
    <w:rsid w:val="005D4D11"/>
    <w:rsid w:val="005D652A"/>
    <w:rsid w:val="005E6443"/>
    <w:rsid w:val="005E6E85"/>
    <w:rsid w:val="005F31D2"/>
    <w:rsid w:val="0061029B"/>
    <w:rsid w:val="00613489"/>
    <w:rsid w:val="00617230"/>
    <w:rsid w:val="00621CE1"/>
    <w:rsid w:val="00627FC9"/>
    <w:rsid w:val="00633D89"/>
    <w:rsid w:val="00635B7B"/>
    <w:rsid w:val="00647FA8"/>
    <w:rsid w:val="00650C5F"/>
    <w:rsid w:val="00651FFE"/>
    <w:rsid w:val="00654934"/>
    <w:rsid w:val="00661541"/>
    <w:rsid w:val="006620D9"/>
    <w:rsid w:val="0066401A"/>
    <w:rsid w:val="0067154C"/>
    <w:rsid w:val="00671958"/>
    <w:rsid w:val="00675843"/>
    <w:rsid w:val="00696477"/>
    <w:rsid w:val="006B1CD5"/>
    <w:rsid w:val="006B3865"/>
    <w:rsid w:val="006B7067"/>
    <w:rsid w:val="006C262A"/>
    <w:rsid w:val="006D050F"/>
    <w:rsid w:val="006D6139"/>
    <w:rsid w:val="006E0834"/>
    <w:rsid w:val="006E3478"/>
    <w:rsid w:val="006E5D65"/>
    <w:rsid w:val="006F1282"/>
    <w:rsid w:val="006F1FBC"/>
    <w:rsid w:val="006F31E2"/>
    <w:rsid w:val="0070461C"/>
    <w:rsid w:val="00706544"/>
    <w:rsid w:val="007072BA"/>
    <w:rsid w:val="0071620A"/>
    <w:rsid w:val="00721656"/>
    <w:rsid w:val="00724677"/>
    <w:rsid w:val="00725459"/>
    <w:rsid w:val="007327BD"/>
    <w:rsid w:val="00734608"/>
    <w:rsid w:val="00743F03"/>
    <w:rsid w:val="00745036"/>
    <w:rsid w:val="00745302"/>
    <w:rsid w:val="007461D6"/>
    <w:rsid w:val="00746EC8"/>
    <w:rsid w:val="007523BF"/>
    <w:rsid w:val="00763BF1"/>
    <w:rsid w:val="00766FD4"/>
    <w:rsid w:val="0078168C"/>
    <w:rsid w:val="00786E1C"/>
    <w:rsid w:val="00787C2A"/>
    <w:rsid w:val="00790E27"/>
    <w:rsid w:val="007A4022"/>
    <w:rsid w:val="007A6E6E"/>
    <w:rsid w:val="007B1A43"/>
    <w:rsid w:val="007C3299"/>
    <w:rsid w:val="007C3BCC"/>
    <w:rsid w:val="007C431E"/>
    <w:rsid w:val="007C434A"/>
    <w:rsid w:val="007C4546"/>
    <w:rsid w:val="007D174B"/>
    <w:rsid w:val="007D6E56"/>
    <w:rsid w:val="007E5F9F"/>
    <w:rsid w:val="007F4155"/>
    <w:rsid w:val="00805395"/>
    <w:rsid w:val="0081554D"/>
    <w:rsid w:val="0081707E"/>
    <w:rsid w:val="00823C29"/>
    <w:rsid w:val="008449B3"/>
    <w:rsid w:val="00847221"/>
    <w:rsid w:val="0085747A"/>
    <w:rsid w:val="00882918"/>
    <w:rsid w:val="00884922"/>
    <w:rsid w:val="00885F64"/>
    <w:rsid w:val="008917F9"/>
    <w:rsid w:val="00894223"/>
    <w:rsid w:val="008A09DB"/>
    <w:rsid w:val="008A45F7"/>
    <w:rsid w:val="008C0CC0"/>
    <w:rsid w:val="008C19A9"/>
    <w:rsid w:val="008C379D"/>
    <w:rsid w:val="008C4F6F"/>
    <w:rsid w:val="008C5147"/>
    <w:rsid w:val="008C5359"/>
    <w:rsid w:val="008C5363"/>
    <w:rsid w:val="008D3DFB"/>
    <w:rsid w:val="008E64F4"/>
    <w:rsid w:val="008F12C9"/>
    <w:rsid w:val="008F3B99"/>
    <w:rsid w:val="008F6E29"/>
    <w:rsid w:val="00902D89"/>
    <w:rsid w:val="00916188"/>
    <w:rsid w:val="00923D7D"/>
    <w:rsid w:val="00927782"/>
    <w:rsid w:val="009317AF"/>
    <w:rsid w:val="00935F5B"/>
    <w:rsid w:val="0094347D"/>
    <w:rsid w:val="009508DF"/>
    <w:rsid w:val="00950DAC"/>
    <w:rsid w:val="00954A07"/>
    <w:rsid w:val="009559DB"/>
    <w:rsid w:val="00977BAE"/>
    <w:rsid w:val="00997F14"/>
    <w:rsid w:val="009A347C"/>
    <w:rsid w:val="009A78D9"/>
    <w:rsid w:val="009C3E31"/>
    <w:rsid w:val="009C500F"/>
    <w:rsid w:val="009C54AE"/>
    <w:rsid w:val="009C788E"/>
    <w:rsid w:val="009D1BDB"/>
    <w:rsid w:val="009E3B41"/>
    <w:rsid w:val="009F3C5C"/>
    <w:rsid w:val="009F4610"/>
    <w:rsid w:val="009F6664"/>
    <w:rsid w:val="00A000A6"/>
    <w:rsid w:val="00A00ECC"/>
    <w:rsid w:val="00A12871"/>
    <w:rsid w:val="00A155EE"/>
    <w:rsid w:val="00A2245B"/>
    <w:rsid w:val="00A236F7"/>
    <w:rsid w:val="00A30110"/>
    <w:rsid w:val="00A355D9"/>
    <w:rsid w:val="00A36899"/>
    <w:rsid w:val="00A371F6"/>
    <w:rsid w:val="00A43BF6"/>
    <w:rsid w:val="00A4793B"/>
    <w:rsid w:val="00A52879"/>
    <w:rsid w:val="00A53FA5"/>
    <w:rsid w:val="00A54817"/>
    <w:rsid w:val="00A601C8"/>
    <w:rsid w:val="00A60799"/>
    <w:rsid w:val="00A67BC6"/>
    <w:rsid w:val="00A73432"/>
    <w:rsid w:val="00A768BC"/>
    <w:rsid w:val="00A8396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EB4"/>
    <w:rsid w:val="00AE5FCB"/>
    <w:rsid w:val="00AE6272"/>
    <w:rsid w:val="00AF0044"/>
    <w:rsid w:val="00AF2C1E"/>
    <w:rsid w:val="00AF472C"/>
    <w:rsid w:val="00B05D0C"/>
    <w:rsid w:val="00B06142"/>
    <w:rsid w:val="00B135B1"/>
    <w:rsid w:val="00B21033"/>
    <w:rsid w:val="00B3130B"/>
    <w:rsid w:val="00B40ADB"/>
    <w:rsid w:val="00B43B77"/>
    <w:rsid w:val="00B43E80"/>
    <w:rsid w:val="00B47FB4"/>
    <w:rsid w:val="00B50F5A"/>
    <w:rsid w:val="00B55351"/>
    <w:rsid w:val="00B557A0"/>
    <w:rsid w:val="00B607DB"/>
    <w:rsid w:val="00B66529"/>
    <w:rsid w:val="00B75946"/>
    <w:rsid w:val="00B8056E"/>
    <w:rsid w:val="00B819C8"/>
    <w:rsid w:val="00B82308"/>
    <w:rsid w:val="00B90885"/>
    <w:rsid w:val="00B95BD3"/>
    <w:rsid w:val="00BA65BF"/>
    <w:rsid w:val="00BB520A"/>
    <w:rsid w:val="00BB5EF4"/>
    <w:rsid w:val="00BB7077"/>
    <w:rsid w:val="00BD3869"/>
    <w:rsid w:val="00BD66E9"/>
    <w:rsid w:val="00BD6FF4"/>
    <w:rsid w:val="00BE3F57"/>
    <w:rsid w:val="00BF0347"/>
    <w:rsid w:val="00BF2C41"/>
    <w:rsid w:val="00C058B4"/>
    <w:rsid w:val="00C05F44"/>
    <w:rsid w:val="00C131B5"/>
    <w:rsid w:val="00C1431C"/>
    <w:rsid w:val="00C16ABF"/>
    <w:rsid w:val="00C170AE"/>
    <w:rsid w:val="00C26CB7"/>
    <w:rsid w:val="00C2755F"/>
    <w:rsid w:val="00C324C1"/>
    <w:rsid w:val="00C33CEF"/>
    <w:rsid w:val="00C36992"/>
    <w:rsid w:val="00C462E7"/>
    <w:rsid w:val="00C532D8"/>
    <w:rsid w:val="00C56036"/>
    <w:rsid w:val="00C61DC5"/>
    <w:rsid w:val="00C67E92"/>
    <w:rsid w:val="00C70A26"/>
    <w:rsid w:val="00C766DF"/>
    <w:rsid w:val="00C94B98"/>
    <w:rsid w:val="00CA2B96"/>
    <w:rsid w:val="00CA5089"/>
    <w:rsid w:val="00CC7263"/>
    <w:rsid w:val="00CC7849"/>
    <w:rsid w:val="00CD6897"/>
    <w:rsid w:val="00CE5BAC"/>
    <w:rsid w:val="00CF25BE"/>
    <w:rsid w:val="00CF78ED"/>
    <w:rsid w:val="00D02B25"/>
    <w:rsid w:val="00D02EBA"/>
    <w:rsid w:val="00D1164A"/>
    <w:rsid w:val="00D17C3C"/>
    <w:rsid w:val="00D231E8"/>
    <w:rsid w:val="00D26B2C"/>
    <w:rsid w:val="00D352C9"/>
    <w:rsid w:val="00D425B2"/>
    <w:rsid w:val="00D428D6"/>
    <w:rsid w:val="00D552B2"/>
    <w:rsid w:val="00D5762F"/>
    <w:rsid w:val="00D608D1"/>
    <w:rsid w:val="00D74119"/>
    <w:rsid w:val="00D8075B"/>
    <w:rsid w:val="00D8678B"/>
    <w:rsid w:val="00D87005"/>
    <w:rsid w:val="00DA2114"/>
    <w:rsid w:val="00DB4174"/>
    <w:rsid w:val="00DC689E"/>
    <w:rsid w:val="00DE09C0"/>
    <w:rsid w:val="00DE4A14"/>
    <w:rsid w:val="00DE6097"/>
    <w:rsid w:val="00DF0208"/>
    <w:rsid w:val="00DF320D"/>
    <w:rsid w:val="00DF71C8"/>
    <w:rsid w:val="00E034D6"/>
    <w:rsid w:val="00E129B8"/>
    <w:rsid w:val="00E1545E"/>
    <w:rsid w:val="00E21E7D"/>
    <w:rsid w:val="00E22FBC"/>
    <w:rsid w:val="00E24BF5"/>
    <w:rsid w:val="00E25338"/>
    <w:rsid w:val="00E318A9"/>
    <w:rsid w:val="00E359C6"/>
    <w:rsid w:val="00E44712"/>
    <w:rsid w:val="00E46AA6"/>
    <w:rsid w:val="00E513A6"/>
    <w:rsid w:val="00E51E44"/>
    <w:rsid w:val="00E63348"/>
    <w:rsid w:val="00E71070"/>
    <w:rsid w:val="00E77E88"/>
    <w:rsid w:val="00E8107D"/>
    <w:rsid w:val="00E960BB"/>
    <w:rsid w:val="00EA2074"/>
    <w:rsid w:val="00EA4832"/>
    <w:rsid w:val="00EA4E9D"/>
    <w:rsid w:val="00EC0DA1"/>
    <w:rsid w:val="00EC4899"/>
    <w:rsid w:val="00ED03AB"/>
    <w:rsid w:val="00ED18CA"/>
    <w:rsid w:val="00ED32D2"/>
    <w:rsid w:val="00EE32DE"/>
    <w:rsid w:val="00EE5457"/>
    <w:rsid w:val="00F070AB"/>
    <w:rsid w:val="00F17567"/>
    <w:rsid w:val="00F233CD"/>
    <w:rsid w:val="00F27A7B"/>
    <w:rsid w:val="00F33B9C"/>
    <w:rsid w:val="00F41B94"/>
    <w:rsid w:val="00F423E2"/>
    <w:rsid w:val="00F526AF"/>
    <w:rsid w:val="00F617C3"/>
    <w:rsid w:val="00F7066B"/>
    <w:rsid w:val="00F83B28"/>
    <w:rsid w:val="00F93AFB"/>
    <w:rsid w:val="00F96D0C"/>
    <w:rsid w:val="00FA46E5"/>
    <w:rsid w:val="00FB7DBA"/>
    <w:rsid w:val="00FC1C25"/>
    <w:rsid w:val="00FC3F45"/>
    <w:rsid w:val="00FC76B2"/>
    <w:rsid w:val="00FD1AEA"/>
    <w:rsid w:val="00FD503F"/>
    <w:rsid w:val="00FD7589"/>
    <w:rsid w:val="00FF016A"/>
    <w:rsid w:val="00FF1401"/>
    <w:rsid w:val="00FF5E7D"/>
    <w:rsid w:val="031BA8D1"/>
    <w:rsid w:val="04B0E760"/>
    <w:rsid w:val="064CB7C1"/>
    <w:rsid w:val="0892DF32"/>
    <w:rsid w:val="1365188D"/>
    <w:rsid w:val="173D7621"/>
    <w:rsid w:val="23B7A27A"/>
    <w:rsid w:val="28B86035"/>
    <w:rsid w:val="29073965"/>
    <w:rsid w:val="2916B63E"/>
    <w:rsid w:val="2CBED55B"/>
    <w:rsid w:val="2D1A03B8"/>
    <w:rsid w:val="3370E728"/>
    <w:rsid w:val="350CB789"/>
    <w:rsid w:val="377D9C44"/>
    <w:rsid w:val="38EE3E9B"/>
    <w:rsid w:val="3AEC400C"/>
    <w:rsid w:val="3F49139F"/>
    <w:rsid w:val="3FA1BBFE"/>
    <w:rsid w:val="43343A72"/>
    <w:rsid w:val="435DAD41"/>
    <w:rsid w:val="463BAF3D"/>
    <w:rsid w:val="46BCABDA"/>
    <w:rsid w:val="4F29A623"/>
    <w:rsid w:val="4FC046A5"/>
    <w:rsid w:val="52B1B7B3"/>
    <w:rsid w:val="5636F4A6"/>
    <w:rsid w:val="570BCAF7"/>
    <w:rsid w:val="594A018A"/>
    <w:rsid w:val="5A1F59E8"/>
    <w:rsid w:val="5B2944AE"/>
    <w:rsid w:val="5BFFDEC0"/>
    <w:rsid w:val="5D871E4B"/>
    <w:rsid w:val="5FC2697F"/>
    <w:rsid w:val="6134C182"/>
    <w:rsid w:val="66130BA2"/>
    <w:rsid w:val="6626EF4E"/>
    <w:rsid w:val="6A19D06C"/>
    <w:rsid w:val="6AEEC682"/>
    <w:rsid w:val="6D383521"/>
    <w:rsid w:val="6D90A6D6"/>
    <w:rsid w:val="6FD7338A"/>
    <w:rsid w:val="745FA119"/>
    <w:rsid w:val="7B64EAFC"/>
    <w:rsid w:val="7DB6BBDE"/>
    <w:rsid w:val="7ED6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17D3D"/>
  <w15:docId w15:val="{F5EBB954-CEAA-4FD6-89C9-DEB3A1704A4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A7343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1F6D0-6630-435D-AC10-D3F0D92F675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Świrgoń-Skok Renata</lastModifiedBy>
  <revision>8</revision>
  <lastPrinted>2021-12-17T07:43:00.0000000Z</lastPrinted>
  <dcterms:created xsi:type="dcterms:W3CDTF">2021-12-12T16:13:00.0000000Z</dcterms:created>
  <dcterms:modified xsi:type="dcterms:W3CDTF">2022-01-21T12:10:55.4504340Z</dcterms:modified>
</coreProperties>
</file>